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661"/>
        <w:gridCol w:w="5240"/>
      </w:tblGrid>
      <w:tr w:rsidR="00F56562" w14:paraId="0940DC1D" w14:textId="77777777" w:rsidTr="00F56562">
        <w:trPr>
          <w:trHeight w:val="413"/>
          <w:jc w:val="center"/>
        </w:trPr>
        <w:tc>
          <w:tcPr>
            <w:tcW w:w="1661" w:type="dxa"/>
          </w:tcPr>
          <w:p w14:paraId="04621762" w14:textId="77777777" w:rsidR="00F56562" w:rsidRDefault="00F56562" w:rsidP="009C161E">
            <w:r>
              <w:t>Name:</w:t>
            </w:r>
          </w:p>
        </w:tc>
        <w:tc>
          <w:tcPr>
            <w:tcW w:w="5240" w:type="dxa"/>
          </w:tcPr>
          <w:p w14:paraId="4227BB15" w14:textId="25BCD38D" w:rsidR="00F56562" w:rsidRDefault="00F56562" w:rsidP="009C161E">
            <w:r>
              <w:t>Matthew Levine</w:t>
            </w:r>
          </w:p>
        </w:tc>
      </w:tr>
      <w:tr w:rsidR="00F56562" w14:paraId="439EE244" w14:textId="77777777" w:rsidTr="00DA79D1">
        <w:trPr>
          <w:jc w:val="center"/>
        </w:trPr>
        <w:tc>
          <w:tcPr>
            <w:tcW w:w="1661" w:type="dxa"/>
          </w:tcPr>
          <w:p w14:paraId="184902F4" w14:textId="77777777" w:rsidR="00F56562" w:rsidRDefault="00F56562" w:rsidP="009C161E">
            <w:r>
              <w:t>Affiliation:</w:t>
            </w:r>
          </w:p>
        </w:tc>
        <w:tc>
          <w:tcPr>
            <w:tcW w:w="5240" w:type="dxa"/>
          </w:tcPr>
          <w:p w14:paraId="440309E1" w14:textId="63282892" w:rsidR="00F56562" w:rsidRDefault="00F56562" w:rsidP="00DA79D1">
            <w:pPr>
              <w:pStyle w:val="Header"/>
              <w:tabs>
                <w:tab w:val="clear" w:pos="4320"/>
                <w:tab w:val="center" w:pos="4509"/>
              </w:tabs>
            </w:pPr>
            <w:r>
              <w:t>Department of Biomedical Informatics, Columbia University</w:t>
            </w:r>
          </w:p>
        </w:tc>
      </w:tr>
      <w:tr w:rsidR="00F56562" w14:paraId="0E67EC20" w14:textId="77777777" w:rsidTr="00F56562">
        <w:trPr>
          <w:jc w:val="center"/>
        </w:trPr>
        <w:tc>
          <w:tcPr>
            <w:tcW w:w="1661" w:type="dxa"/>
          </w:tcPr>
          <w:p w14:paraId="415B2943" w14:textId="77777777" w:rsidR="00F56562" w:rsidRDefault="00F56562" w:rsidP="009C161E">
            <w:r>
              <w:t>Email:</w:t>
            </w:r>
          </w:p>
        </w:tc>
        <w:tc>
          <w:tcPr>
            <w:tcW w:w="5240" w:type="dxa"/>
          </w:tcPr>
          <w:p w14:paraId="614AD205" w14:textId="45CA6A0B" w:rsidR="00F56562" w:rsidRDefault="00FE6E2D" w:rsidP="00DA79D1">
            <w:pPr>
              <w:pStyle w:val="Header"/>
            </w:pPr>
            <w:hyperlink r:id="rId10" w:history="1">
              <w:r w:rsidR="00F56562" w:rsidRPr="005E5652">
                <w:rPr>
                  <w:rStyle w:val="Hyperlink"/>
                </w:rPr>
                <w:t>mel2193@cumc.columbia.edu</w:t>
              </w:r>
            </w:hyperlink>
          </w:p>
        </w:tc>
      </w:tr>
      <w:tr w:rsidR="00F56562" w14:paraId="403754CB" w14:textId="77777777" w:rsidTr="00F56562">
        <w:trPr>
          <w:jc w:val="center"/>
        </w:trPr>
        <w:tc>
          <w:tcPr>
            <w:tcW w:w="1661" w:type="dxa"/>
          </w:tcPr>
          <w:p w14:paraId="43DA4717" w14:textId="63C15C26" w:rsidR="00F56562" w:rsidRDefault="00F56562">
            <w:r>
              <w:t>Presentation type:</w:t>
            </w:r>
          </w:p>
        </w:tc>
        <w:tc>
          <w:tcPr>
            <w:tcW w:w="5240" w:type="dxa"/>
          </w:tcPr>
          <w:p w14:paraId="27E6116D" w14:textId="063FDC99" w:rsidR="00F56562" w:rsidRPr="00477061" w:rsidRDefault="00F56562" w:rsidP="00DA79D1">
            <w:pPr>
              <w:rPr>
                <w:b/>
              </w:rPr>
            </w:pPr>
            <w:r>
              <w:t>Poster</w:t>
            </w:r>
          </w:p>
        </w:tc>
      </w:tr>
    </w:tbl>
    <w:p w14:paraId="693DA60F" w14:textId="6FA7D9CA" w:rsidR="00781CE1" w:rsidRDefault="00DA79D1" w:rsidP="00E93454">
      <w:pPr>
        <w:pStyle w:val="AMIATitle"/>
      </w:pPr>
      <w:r>
        <w:t>Terminology Info</w:t>
      </w:r>
      <w:r w:rsidR="008E4CCE">
        <w:t>rmation</w:t>
      </w:r>
      <w:r>
        <w:t xml:space="preserve"> Loss</w:t>
      </w:r>
      <w:r w:rsidR="008E4CCE">
        <w:t xml:space="preserve"> and Gain</w:t>
      </w:r>
    </w:p>
    <w:p w14:paraId="7D1879B8" w14:textId="34A7168F" w:rsidR="00781CE1" w:rsidRPr="002F08D0" w:rsidRDefault="00E57EF2" w:rsidP="00940944">
      <w:pPr>
        <w:pStyle w:val="AMIAAuthors"/>
        <w:rPr>
          <w:vertAlign w:val="superscript"/>
        </w:rPr>
      </w:pPr>
      <w:r>
        <w:t>Matthew E</w:t>
      </w:r>
      <w:r w:rsidR="000876BD">
        <w:t xml:space="preserve">. </w:t>
      </w:r>
      <w:r>
        <w:t>Levine</w:t>
      </w:r>
      <w:r w:rsidR="000876BD">
        <w:t xml:space="preserve">, </w:t>
      </w:r>
      <w:r>
        <w:t>BA</w:t>
      </w:r>
      <w:r w:rsidR="000876BD" w:rsidRPr="008803D4">
        <w:rPr>
          <w:vertAlign w:val="superscript"/>
        </w:rPr>
        <w:t>1</w:t>
      </w:r>
      <w:proofErr w:type="gramStart"/>
      <w:r w:rsidR="008E4CCE">
        <w:rPr>
          <w:vertAlign w:val="superscript"/>
        </w:rPr>
        <w:t>,2</w:t>
      </w:r>
      <w:proofErr w:type="gramEnd"/>
      <w:r w:rsidR="000876BD">
        <w:t xml:space="preserve">, </w:t>
      </w:r>
      <w:r>
        <w:t>George Hripcsak, M.D.</w:t>
      </w:r>
      <w:r w:rsidR="002F08D0">
        <w:t>, M.S.</w:t>
      </w:r>
      <w:r w:rsidR="002F08D0">
        <w:rPr>
          <w:vertAlign w:val="superscript"/>
        </w:rPr>
        <w:t>1</w:t>
      </w:r>
      <w:r w:rsidR="008E4CCE">
        <w:rPr>
          <w:vertAlign w:val="superscript"/>
        </w:rPr>
        <w:t>,2</w:t>
      </w:r>
    </w:p>
    <w:p w14:paraId="2F0273BE" w14:textId="0122A64B" w:rsidR="00781CE1" w:rsidRDefault="000876BD" w:rsidP="00940944">
      <w:pPr>
        <w:pStyle w:val="AMIAAffiliations"/>
      </w:pPr>
      <w:r w:rsidRPr="00B547B7">
        <w:rPr>
          <w:vertAlign w:val="superscript"/>
        </w:rPr>
        <w:t>1</w:t>
      </w:r>
      <w:r w:rsidR="002F08D0">
        <w:t>Department of Biomedical Informatics, Columbia University</w:t>
      </w:r>
      <w:r>
        <w:t xml:space="preserve">, </w:t>
      </w:r>
      <w:r w:rsidR="002F08D0">
        <w:t>New York</w:t>
      </w:r>
      <w:r>
        <w:t xml:space="preserve">, </w:t>
      </w:r>
      <w:r w:rsidR="002F08D0">
        <w:t>New York</w:t>
      </w:r>
      <w:r w:rsidR="00B52D0E">
        <w:t xml:space="preserve">, </w:t>
      </w:r>
      <w:r w:rsidR="002F08D0">
        <w:t>USA</w:t>
      </w:r>
      <w:r w:rsidR="008E4CCE">
        <w:br/>
      </w:r>
      <w:r w:rsidR="008E4CCE" w:rsidRPr="008E4CCE">
        <w:rPr>
          <w:vertAlign w:val="superscript"/>
        </w:rPr>
        <w:t>2</w:t>
      </w:r>
      <w:r w:rsidR="008E4CCE">
        <w:t>Observational Health Data Sciences and Informatics, New York, New York, USA</w:t>
      </w:r>
    </w:p>
    <w:p w14:paraId="0C1F0915" w14:textId="0306DBBE" w:rsidR="000876BD" w:rsidRDefault="000876BD" w:rsidP="00940944">
      <w:pPr>
        <w:jc w:val="center"/>
        <w:sectPr w:rsidR="000876BD" w:rsidSect="00E56BD1">
          <w:footerReference w:type="even" r:id="rId11"/>
          <w:footerReference w:type="default" r:id="rId12"/>
          <w:headerReference w:type="first" r:id="rId13"/>
          <w:type w:val="continuous"/>
          <w:pgSz w:w="12240" w:h="15840" w:code="1"/>
          <w:pgMar w:top="1440" w:right="1440" w:bottom="1440" w:left="1440" w:header="720" w:footer="720" w:gutter="0"/>
          <w:cols w:space="720"/>
          <w:titlePg/>
        </w:sectPr>
      </w:pPr>
    </w:p>
    <w:p w14:paraId="1DAC21EE" w14:textId="77777777" w:rsidR="00781CE1" w:rsidRDefault="000876BD" w:rsidP="00940944">
      <w:pPr>
        <w:pStyle w:val="AMIAAbstractHeading"/>
      </w:pPr>
      <w:r w:rsidRPr="006C79A8">
        <w:lastRenderedPageBreak/>
        <w:t>Abstract</w:t>
      </w:r>
    </w:p>
    <w:p w14:paraId="48993696" w14:textId="1252B0DC" w:rsidR="00946FD1" w:rsidRDefault="00924808" w:rsidP="00940944">
      <w:pPr>
        <w:pStyle w:val="AMIAAbstract"/>
      </w:pPr>
      <w:r>
        <w:t>The power of transforming clinical databases into OMOP CDM format is demonstrated by the many successful studies performed by the OHDSI consortium</w:t>
      </w:r>
      <w:r w:rsidR="00DA79D1">
        <w:t>.</w:t>
      </w:r>
      <w:r>
        <w:t xml:space="preserve"> Yet, there is an inevitable information loss when translating an existing database into OMOP CDM</w:t>
      </w:r>
      <w:r w:rsidR="00E30B97">
        <w:t>, which must</w:t>
      </w:r>
      <w:r>
        <w:t xml:space="preserve"> be weighed against the advantages of OHDSI participation</w:t>
      </w:r>
      <w:r w:rsidR="008E4CCE">
        <w:t xml:space="preserve"> and potential information gain that can occur during translation</w:t>
      </w:r>
      <w:r>
        <w:t xml:space="preserve">. We propose an analytical structure for quantifying the potential information loss </w:t>
      </w:r>
      <w:r w:rsidR="008E4CCE">
        <w:t xml:space="preserve">and gain </w:t>
      </w:r>
      <w:r>
        <w:t xml:space="preserve">of a </w:t>
      </w:r>
      <w:r w:rsidR="00E30B97">
        <w:t xml:space="preserve">translated </w:t>
      </w:r>
      <w:r w:rsidR="00946FD1">
        <w:t>clinical database. As an example of the effects of information loss</w:t>
      </w:r>
      <w:r w:rsidR="008E4CCE">
        <w:t xml:space="preserve"> and gain</w:t>
      </w:r>
      <w:r w:rsidR="00946FD1">
        <w:t>, we will compare results from eMERGE phenotype cohorts in our source database with results using translated cohort definitions on an OMOP CDMv4 version of the database.</w:t>
      </w:r>
    </w:p>
    <w:p w14:paraId="295E3780" w14:textId="77777777" w:rsidR="00781CE1" w:rsidRDefault="000876BD" w:rsidP="00940944">
      <w:pPr>
        <w:pStyle w:val="AMIAHeading"/>
      </w:pPr>
      <w:r>
        <w:t>Introduction</w:t>
      </w:r>
    </w:p>
    <w:p w14:paraId="45938CEC" w14:textId="4EC16A9B" w:rsidR="00670F88" w:rsidRPr="00670F88" w:rsidRDefault="008558E1" w:rsidP="00670F88">
      <w:pPr>
        <w:pStyle w:val="AMIABodyText"/>
        <w:rPr>
          <w:lang w:val="es-US"/>
        </w:rPr>
      </w:pPr>
      <w:r>
        <w:t xml:space="preserve">The OHDSI </w:t>
      </w:r>
      <w:r w:rsidR="00946FD1">
        <w:t xml:space="preserve">(Observational Health Data Sciences and Informatics) </w:t>
      </w:r>
      <w:r w:rsidR="003A413C">
        <w:t xml:space="preserve">community </w:t>
      </w:r>
      <w:r w:rsidR="00946FD1">
        <w:t xml:space="preserve">has demonstrated the tremendous potential of unifying electronic health records (EHRs) under a common data format and purpose </w:t>
      </w:r>
      <w:r w:rsidR="00946FD1">
        <w:fldChar w:fldCharType="begin"/>
      </w:r>
      <w:r w:rsidR="001831BC">
        <w:instrText xml:space="preserve"> ADDIN ZOTERO_ITEM CSL_CITATION {"citationID":"U5vm2ZnV","properties":{"formattedCitation":"[1,2]","plainCitation":"[1,2]"},"citationItems":[{"id":501,"uris":["http://zotero.org/users/1892987/items/M79576GM"],"uri":["http://zotero.org/users/1892987/items/M79576GM"],"itemData":{"id":501,"type":"article-journal","title":"Observational Health Data Sciences and Informatics (OHDSI): Opportunities for Observational Researchers","container-title":"Studies in Health Technology and Informatics","page":"574-578","volume":"216","source":"PubMed","abstract":"The vision of creating accessible, reliable clinical evidence by accessing the clincial experience of hundreds of millions of patients across the globe is a reality. Observational Health Data Sciences and Informatics (OHDSI) has built on learnings from the Observational Medical Outcomes Partnership to turn methods research and insights into a suite of applications and exploration tools that move the field closer to the ultimate goal of generating evidence about all aspects of healthcare to serve the needs of patients, clinicians and all other decision-makers around the world.","ISSN":"0926-9630","note":"PMID: 26262116","shortTitle":"Observational Health Data Sciences and Informatics (OHDSI)","journalAbbreviation":"Stud Health Technol Inform","language":"eng","author":[{"family":"Hripcsak","given":"George"},{"family":"Duke","given":"Jon D."},{"family":"Shah","given":"Nigam H."},{"family":"Reich","given":"Christian G."},{"family":"Huser","given":"Vojtech"},{"family":"Schuemie","given":"Martijn J."},{"family":"Suchard","given":"Marc A."},{"family":"Park","given":"Rae Woong"},{"family":"Wong","given":"Ian Chi Kei"},{"family":"Rijnbeek","given":"Peter R."},{"family":"Lei","given":"Johan","non-dropping-particle":"van der"},{"family":"Pratt","given":"Nicole"},{"family":"Norén","given":"G. Niklas"},{"family":"Li","given":"Yu-Chuan"},{"family":"Stang","given":"Paul E."},{"family":"Madigan","given":"David"},{"family":"Ryan","given":"Patrick B."}],"issued":{"date-parts":[["2015"]]}}},{"id":1502,"uris":["http://zotero.org/users/1892987/items/6D5ANHZY"],"uri":["http://zotero.org/users/1892987/items/6D5ANHZY"],"itemData":{"id":1502,"type":"article-journal","title":"Characterizing treatment pathways at scale using the OHDSI network","container-title":"Proceedings of the National Academy of Sciences","page":"7329-7336","volume":"113","issue":"27","source":"www.pnas.org","abstract":"Observational research promises to complement experimental research by providing large, diverse populations that would be infeasible for an experiment. Observational research can test its own clinical hypotheses, and observational studies also can contribute to the design of experiments and inform the generalizability of experimental research. Understanding the diversity of populations and the variance in care is one component. In this study, the Observational Health Data Sciences and Informatics (OHDSI) collaboration created an international data network with 11 data sources from four countries, including electronic health records and administrative claims data on 250 million patients. All data were mapped to common data standards, patient privacy was maintained by using a distributed model, and results were aggregated centrally. Treatment pathways were elucidated for type 2 diabetes mellitus, hypertension, and depression. The pathways revealed that the world is moving toward more consistent therapy over time across diseases and across locations, but significant heterogeneity remains among sources, pointing to challenges in generalizing clinical trial results. Diabetes favored a single first-line medication, metformin, to a much greater extent than hypertension or depression. About 10% of diabetes and depression patients and almost 25% of hypertension patients followed a treatment pathway that was unique within the cohort. Aside from factors such as sample size and underlying population (academic medical center versus general population), electronic health records data and administrative claims data revealed similar results. Large-scale international observational research is feasible.","DOI":"10.1073/pnas.1510502113","ISSN":"0027-8424, 1091-6490","note":"PMID: 27274072","journalAbbreviation":"PNAS","language":"en","author":[{"family":"Hripcsak","given":"George"},{"family":"Ryan","given":"Patrick B."},{"family":"Duke","given":"Jon D."},{"family":"Shah","given":"Nigam H."},{"family":"Park","given":"Rae Woong"},{"family":"Huser","given":"Vojtech"},{"family":"Suchard","given":"Marc A."},{"family":"Schuemie","given":"Martijn J."},{"family":"DeFalco","given":"Frank J."},{"family":"Perotte","given":"Adler"},{"family":"Banda","given":"Juan M."},{"family":"Reich","given":"Christian G."},{"family":"Schilling","given":"Lisa M."},{"family":"Matheny","given":"Michael E."},{"family":"Meeker","given":"Daniella"},{"family":"Pratt","given":"Nicole"},{"family":"Madigan","given":"David"}],"issued":{"date-parts":[["2016",5,7]]}}}],"schema":"https://github.com/citation-style-language/schema/raw/master/csl-citation.json"} </w:instrText>
      </w:r>
      <w:r w:rsidR="00946FD1">
        <w:fldChar w:fldCharType="separate"/>
      </w:r>
      <w:r w:rsidR="001831BC">
        <w:rPr>
          <w:szCs w:val="24"/>
        </w:rPr>
        <w:t>[1,2]</w:t>
      </w:r>
      <w:r w:rsidR="00946FD1">
        <w:fldChar w:fldCharType="end"/>
      </w:r>
      <w:r w:rsidR="00946FD1">
        <w:t>.</w:t>
      </w:r>
      <w:r w:rsidR="003A413C">
        <w:t xml:space="preserve"> </w:t>
      </w:r>
      <w:r w:rsidR="00670F88">
        <w:t xml:space="preserve">The resources of OHDSI provide significant incentives for stakeholders to translate their clinical databases into the </w:t>
      </w:r>
      <w:r w:rsidR="00670F88" w:rsidRPr="00670F88">
        <w:rPr>
          <w:lang w:val="es-US"/>
        </w:rPr>
        <w:t>Observational Medical Outcomes Partnership (OMOP)</w:t>
      </w:r>
      <w:r w:rsidR="00670F88">
        <w:rPr>
          <w:lang w:val="es-US"/>
        </w:rPr>
        <w:t xml:space="preserve"> Common Data Model (CDM). </w:t>
      </w:r>
      <w:r w:rsidR="0046422B">
        <w:rPr>
          <w:lang w:val="es-US"/>
        </w:rPr>
        <w:t xml:space="preserve">In addition, many of the OMOP standard terminologies, like SNOMED, can facilitate concept set definitions better than commonly used billing codes, like ICD9. </w:t>
      </w:r>
      <w:r w:rsidR="00670F88">
        <w:t xml:space="preserve">Nevertheless, </w:t>
      </w:r>
      <w:r w:rsidR="00DA2586">
        <w:t xml:space="preserve">terminology </w:t>
      </w:r>
      <w:r w:rsidR="00670F88">
        <w:t>mapping involves some degree of information loss, which can present a perceived barrier to potential members of the OHDSI community.</w:t>
      </w:r>
    </w:p>
    <w:p w14:paraId="57730849" w14:textId="7EBD45AF" w:rsidR="00D75DE5" w:rsidRDefault="00670F88" w:rsidP="004960C7">
      <w:pPr>
        <w:pStyle w:val="AMIABodyText"/>
      </w:pPr>
      <w:r>
        <w:t>OHDSI stakeholders have begun to explore the effects of information loss</w:t>
      </w:r>
      <w:r w:rsidR="00FE6E2D">
        <w:t xml:space="preserve"> and gain of terminology mappings</w:t>
      </w:r>
      <w:r w:rsidR="007F68F6">
        <w:t xml:space="preserve">, </w:t>
      </w:r>
      <w:r w:rsidR="00D75DE5">
        <w:t>and we aim to formalize</w:t>
      </w:r>
      <w:r>
        <w:t xml:space="preserve"> and centralize</w:t>
      </w:r>
      <w:r w:rsidR="00D75DE5">
        <w:t xml:space="preserve"> these analyses by developing open-source analytical tools for identifying multiple and missed mappings between </w:t>
      </w:r>
      <w:r w:rsidR="00F851CA">
        <w:t xml:space="preserve">standard and non-standard </w:t>
      </w:r>
      <w:r w:rsidR="00D75DE5">
        <w:t>terminologies in the OMOP CDMv5 vocabulary.</w:t>
      </w:r>
      <w:r w:rsidR="008558E1">
        <w:t xml:space="preserve"> </w:t>
      </w:r>
      <w:r w:rsidR="00D75DE5">
        <w:t xml:space="preserve">Moreover, we wish to understand how </w:t>
      </w:r>
      <w:r w:rsidR="00F851CA">
        <w:t xml:space="preserve">these transformations affect </w:t>
      </w:r>
      <w:r w:rsidR="00A678A2">
        <w:t xml:space="preserve">the </w:t>
      </w:r>
      <w:r w:rsidR="00F851CA">
        <w:t>information in real p</w:t>
      </w:r>
      <w:r w:rsidR="00FE6E2D">
        <w:t xml:space="preserve">atient databases, and how they </w:t>
      </w:r>
      <w:r w:rsidR="00F851CA">
        <w:t>can</w:t>
      </w:r>
      <w:r w:rsidR="008558E1">
        <w:t xml:space="preserve"> manifest </w:t>
      </w:r>
      <w:r w:rsidR="00FE6E2D">
        <w:t xml:space="preserve">as information losses or gains </w:t>
      </w:r>
      <w:r w:rsidR="008558E1">
        <w:t xml:space="preserve">in </w:t>
      </w:r>
      <w:r w:rsidR="00082EEF">
        <w:t xml:space="preserve">phenotyping study </w:t>
      </w:r>
      <w:r w:rsidR="008558E1">
        <w:t>cohort</w:t>
      </w:r>
      <w:r w:rsidR="00082EEF">
        <w:t xml:space="preserve">s, like those from eMERGE </w:t>
      </w:r>
      <w:r w:rsidR="00082EEF">
        <w:fldChar w:fldCharType="begin"/>
      </w:r>
      <w:r w:rsidR="001831BC">
        <w:instrText xml:space="preserve"> ADDIN ZOTERO_ITEM CSL_CITATION {"citationID":"YRJ6HatV","properties":{"formattedCitation":"[3,4]","plainCitation":"[3,4]"},"citationItems":[{"id":512,"uris":["http://zotero.org/users/1892987/items/JDUXBXGF"],"uri":["http://zotero.org/users/1892987/items/JDUXBXGF"],"itemData":{"id":512,"type":"article-journal","title":"The eMERGE Network: a consortium of biorepositories linked to electronic medical records data for conducting genomic studies","container-title":"BMC medical genomics","page":"13","volume":"4","issue":"1","source":"Google Scholar","shortTitle":"The eMERGE Network","author":[{"family":"McCarty","given":"Catherine A."},{"family":"Chisholm","given":"Rex L."},{"family":"Chute","given":"Christopher G."},{"family":"Kullo","given":"Iftikhar J."},{"family":"Jarvik","given":"Gail P."},{"family":"Larson","given":"Eric B."},{"family":"Li","given":"Rongling"},{"family":"Masys","given":"Daniel R."},{"family":"Ritchie","given":"Marylyn D."},{"family":"Roden","given":"Dan M."},{"literal":"others"}],"issued":{"date-parts":[["2011"]]}}},{"id":500,"uris":["http://zotero.org/users/1892987/items/4XPUCWEB"],"uri":["http://zotero.org/users/1892987/items/4XPUCWEB"],"itemData":{"id":500,"type":"article-journal","title":"Mapping clinical phenotype data elements to standardized metadata repositories and controlled terminologies: the eMERGE Network experience","container-title":"Journal of the American Medical Informatics Association","page":"376-386","volume":"18","issue":"4","source":"CrossRef","DOI":"10.1136/amiajnl-2010-000061","ISSN":"1067-5027, 1527-974X","shortTitle":"Mapping clinical phenotype data elements to standardized metadata repositories and controlled terminologies","language":"en","author":[{"family":"Pathak","given":"Jyotishman"},{"family":"Wang","given":"Janey"},{"family":"Kashyap","given":"Sudha"},{"family":"Basford","given":"Melissa"},{"family":"Li","given":"Rongling"},{"family":"Masys","given":"Daniel R"},{"family":"Chute","given":"Christopher G"}],"issued":{"date-parts":[["2011",7]]}}}],"schema":"https://github.com/citation-style-language/schema/raw/master/csl-citation.json"} </w:instrText>
      </w:r>
      <w:r w:rsidR="00082EEF">
        <w:fldChar w:fldCharType="separate"/>
      </w:r>
      <w:r w:rsidR="001831BC">
        <w:rPr>
          <w:szCs w:val="24"/>
        </w:rPr>
        <w:t>[3,4]</w:t>
      </w:r>
      <w:r w:rsidR="00082EEF">
        <w:fldChar w:fldCharType="end"/>
      </w:r>
      <w:r>
        <w:t>.</w:t>
      </w:r>
    </w:p>
    <w:p w14:paraId="3AADB547" w14:textId="1EE237A8" w:rsidR="007F68F6" w:rsidRDefault="00F851CA" w:rsidP="004960C7">
      <w:pPr>
        <w:pStyle w:val="AMIABodyText"/>
      </w:pPr>
      <w:r>
        <w:t xml:space="preserve">Here, we present preliminary work towards this goal that focuses on mappings between ICD9 and SNOMED diagnosis codes, and how their relationships affect </w:t>
      </w:r>
      <w:r w:rsidR="00670F88">
        <w:t>phenotype cohort results</w:t>
      </w:r>
      <w:r>
        <w:t>.</w:t>
      </w:r>
      <w:r w:rsidR="008558E1">
        <w:t xml:space="preserve"> </w:t>
      </w:r>
      <w:r>
        <w:t xml:space="preserve">To study this, we: 1) </w:t>
      </w:r>
      <w:r w:rsidR="00E85A5C">
        <w:t>quantify</w:t>
      </w:r>
      <w:r>
        <w:t xml:space="preserve"> single, multiple, an</w:t>
      </w:r>
      <w:r w:rsidR="00A678A2">
        <w:t>d missed mappings between ICD9</w:t>
      </w:r>
      <w:r>
        <w:t xml:space="preserve"> and SNOMED diagnosis codes in the OMOP CDMv5 vocabulary, 2) quantify the prevalence of mappings that are not 1-to-1 in our hospital database, </w:t>
      </w:r>
      <w:r w:rsidR="008558E1">
        <w:t xml:space="preserve">and </w:t>
      </w:r>
      <w:r>
        <w:t xml:space="preserve">3) </w:t>
      </w:r>
      <w:r w:rsidR="00082EEF">
        <w:t>compare resultant cohorts from ICD9-based eMERGE phenotype definitions</w:t>
      </w:r>
      <w:r w:rsidR="008558E1">
        <w:t xml:space="preserve"> </w:t>
      </w:r>
      <w:r w:rsidR="00082EEF">
        <w:t>applied to</w:t>
      </w:r>
      <w:r w:rsidR="008558E1">
        <w:t xml:space="preserve"> the source data </w:t>
      </w:r>
      <w:r w:rsidR="00082EEF">
        <w:t>and</w:t>
      </w:r>
      <w:r w:rsidR="008558E1">
        <w:t xml:space="preserve"> SNOMED</w:t>
      </w:r>
      <w:r w:rsidR="00082EEF">
        <w:t xml:space="preserve">-translated eMERGE phenotype definitions applied </w:t>
      </w:r>
      <w:r w:rsidR="00E85A5C">
        <w:t xml:space="preserve">to </w:t>
      </w:r>
      <w:r w:rsidR="008558E1">
        <w:t xml:space="preserve">the OMOP </w:t>
      </w:r>
      <w:r w:rsidR="00082EEF">
        <w:t xml:space="preserve">CDMv5 </w:t>
      </w:r>
      <w:r w:rsidR="008558E1">
        <w:t>database.</w:t>
      </w:r>
    </w:p>
    <w:p w14:paraId="1697E17D" w14:textId="3F8486CD" w:rsidR="00996EFE" w:rsidRDefault="00996EFE" w:rsidP="00940944">
      <w:pPr>
        <w:pStyle w:val="AMIAHeading"/>
      </w:pPr>
      <w:r>
        <w:t>Methods</w:t>
      </w:r>
    </w:p>
    <w:p w14:paraId="22799F05" w14:textId="1956853A" w:rsidR="0064044F" w:rsidRPr="0064044F" w:rsidRDefault="00B316F8" w:rsidP="00DA79D1">
      <w:pPr>
        <w:pStyle w:val="NormalWeb"/>
        <w:spacing w:before="0" w:beforeAutospacing="0" w:after="0" w:afterAutospacing="0"/>
        <w:rPr>
          <w:i/>
        </w:rPr>
      </w:pPr>
      <w:r>
        <w:rPr>
          <w:i/>
        </w:rPr>
        <w:t xml:space="preserve">1. </w:t>
      </w:r>
      <w:r w:rsidR="0064044F">
        <w:rPr>
          <w:i/>
        </w:rPr>
        <w:t>Terminology mapping in the OMOP CDMv5 vocabulary</w:t>
      </w:r>
    </w:p>
    <w:p w14:paraId="7E9C5BDB" w14:textId="0950858D" w:rsidR="0064044F" w:rsidRDefault="0046422B" w:rsidP="00DA79D1">
      <w:pPr>
        <w:pStyle w:val="NormalWeb"/>
        <w:spacing w:before="0" w:beforeAutospacing="0" w:after="0" w:afterAutospacing="0"/>
      </w:pPr>
      <w:r>
        <w:t>In order to quantify the potential for information loss when mapping to OMOP CDMv5, w</w:t>
      </w:r>
      <w:r w:rsidR="0064044F">
        <w:t>e developed SQL queries to the OMOP CDMv5 concept table to answer the following questions:</w:t>
      </w:r>
    </w:p>
    <w:p w14:paraId="575C4501" w14:textId="36809F78" w:rsidR="0064044F" w:rsidRDefault="0064044F" w:rsidP="0064044F">
      <w:pPr>
        <w:pStyle w:val="NormalWeb"/>
        <w:numPr>
          <w:ilvl w:val="0"/>
          <w:numId w:val="3"/>
        </w:numPr>
        <w:spacing w:before="0" w:beforeAutospacing="0" w:after="0" w:afterAutospacing="0"/>
      </w:pPr>
      <w:r>
        <w:t>How many</w:t>
      </w:r>
      <w:r w:rsidRPr="0064044F">
        <w:t xml:space="preserve"> ICD</w:t>
      </w:r>
      <w:r>
        <w:t>9</w:t>
      </w:r>
      <w:r w:rsidRPr="0064044F">
        <w:t xml:space="preserve"> codes map to exactly </w:t>
      </w:r>
      <w:r>
        <w:t>n SNOMED codes, for n=0,1,2,3…</w:t>
      </w:r>
    </w:p>
    <w:p w14:paraId="695CB7EF" w14:textId="3AE8534B" w:rsidR="0064044F" w:rsidRDefault="0064044F" w:rsidP="0064044F">
      <w:pPr>
        <w:pStyle w:val="NormalWeb"/>
        <w:numPr>
          <w:ilvl w:val="0"/>
          <w:numId w:val="3"/>
        </w:numPr>
        <w:spacing w:before="0" w:beforeAutospacing="0" w:after="0" w:afterAutospacing="0"/>
      </w:pPr>
      <w:r>
        <w:t>How many</w:t>
      </w:r>
      <w:r w:rsidRPr="0064044F">
        <w:t xml:space="preserve"> </w:t>
      </w:r>
      <w:r>
        <w:t>SNOMED</w:t>
      </w:r>
      <w:r w:rsidRPr="0064044F">
        <w:t xml:space="preserve"> codes map to exactly </w:t>
      </w:r>
      <w:r>
        <w:t>n ICD9 codes, for n=0,1,2,3…</w:t>
      </w:r>
    </w:p>
    <w:p w14:paraId="0DC9F536" w14:textId="17A820E6" w:rsidR="0064044F" w:rsidRDefault="0064044F" w:rsidP="0064044F">
      <w:pPr>
        <w:pStyle w:val="NormalWeb"/>
        <w:numPr>
          <w:ilvl w:val="0"/>
          <w:numId w:val="3"/>
        </w:numPr>
        <w:spacing w:before="0" w:beforeAutospacing="0" w:after="0" w:afterAutospacing="0"/>
      </w:pPr>
      <w:r w:rsidRPr="0064044F">
        <w:t>How many ICD</w:t>
      </w:r>
      <w:r>
        <w:t>9</w:t>
      </w:r>
      <w:r w:rsidRPr="0064044F">
        <w:t xml:space="preserve"> code</w:t>
      </w:r>
      <w:r>
        <w:t>s have n cousins that also map</w:t>
      </w:r>
      <w:r w:rsidRPr="0064044F">
        <w:t xml:space="preserve"> to its </w:t>
      </w:r>
      <w:r>
        <w:t>SNOMED mapping, for n=0,1,2,3…</w:t>
      </w:r>
    </w:p>
    <w:p w14:paraId="7F729BBA" w14:textId="77777777" w:rsidR="0064044F" w:rsidRDefault="0064044F" w:rsidP="0064044F">
      <w:pPr>
        <w:pStyle w:val="NormalWeb"/>
        <w:spacing w:before="0" w:beforeAutospacing="0" w:after="0" w:afterAutospacing="0"/>
      </w:pPr>
    </w:p>
    <w:p w14:paraId="2802E52F" w14:textId="2741D145" w:rsidR="0064044F" w:rsidRDefault="00B316F8" w:rsidP="0064044F">
      <w:pPr>
        <w:pStyle w:val="NormalWeb"/>
        <w:spacing w:before="0" w:beforeAutospacing="0" w:after="0" w:afterAutospacing="0"/>
        <w:rPr>
          <w:i/>
        </w:rPr>
      </w:pPr>
      <w:r>
        <w:rPr>
          <w:i/>
        </w:rPr>
        <w:t xml:space="preserve">2. </w:t>
      </w:r>
      <w:r w:rsidR="0064044F">
        <w:rPr>
          <w:i/>
        </w:rPr>
        <w:t>Prevalence of non-1-to-1 diagnosis code mappings in a clinical database</w:t>
      </w:r>
    </w:p>
    <w:p w14:paraId="73B21ADA" w14:textId="341F262A" w:rsidR="000671F8" w:rsidRPr="000671F8" w:rsidRDefault="0046422B" w:rsidP="0064044F">
      <w:pPr>
        <w:pStyle w:val="NormalWeb"/>
        <w:spacing w:before="0" w:beforeAutospacing="0" w:after="0" w:afterAutospacing="0"/>
      </w:pPr>
      <w:r>
        <w:t>In order to characterize the frequencies at which potentially lossy diagnosis codes (non-1-to-1 mappings) appear in a clinical database, w</w:t>
      </w:r>
      <w:r w:rsidR="000671F8">
        <w:t>e use an OMOP CDMv5 instance of the Columbia University—NewYork-Presbyterian clinical data warehouse, which contains records for over 3 million patients</w:t>
      </w:r>
      <w:r>
        <w:t>,</w:t>
      </w:r>
      <w:r w:rsidR="000671F8">
        <w:t xml:space="preserve"> </w:t>
      </w:r>
      <w:r>
        <w:t>and</w:t>
      </w:r>
      <w:r w:rsidR="000671F8">
        <w:t xml:space="preserve"> answer the following queries:</w:t>
      </w:r>
    </w:p>
    <w:p w14:paraId="121EF672" w14:textId="7BCA9F3C" w:rsidR="0064044F" w:rsidRDefault="0064044F" w:rsidP="0064044F">
      <w:pPr>
        <w:pStyle w:val="NormalWeb"/>
        <w:numPr>
          <w:ilvl w:val="0"/>
          <w:numId w:val="4"/>
        </w:numPr>
        <w:spacing w:before="0" w:beforeAutospacing="0" w:after="0" w:afterAutospacing="0"/>
      </w:pPr>
      <w:r>
        <w:lastRenderedPageBreak/>
        <w:t xml:space="preserve">What proportion of </w:t>
      </w:r>
      <w:r w:rsidR="00993E65">
        <w:t>condition occurrences have an</w:t>
      </w:r>
      <w:r>
        <w:t xml:space="preserve"> </w:t>
      </w:r>
      <w:r w:rsidR="002E46CE">
        <w:t xml:space="preserve">ICD9 </w:t>
      </w:r>
      <w:r w:rsidR="00993E65">
        <w:t>source code that has</w:t>
      </w:r>
      <w:r>
        <w:t xml:space="preserve"> </w:t>
      </w:r>
      <w:r w:rsidR="002E46CE">
        <w:t>exacly n SNOMED mappings, for n=0,1,2,3…</w:t>
      </w:r>
    </w:p>
    <w:p w14:paraId="037AC987" w14:textId="2E5F7DBD" w:rsidR="0064044F" w:rsidRPr="0064044F" w:rsidRDefault="002E46CE" w:rsidP="000671F8">
      <w:pPr>
        <w:pStyle w:val="NormalWeb"/>
        <w:numPr>
          <w:ilvl w:val="0"/>
          <w:numId w:val="4"/>
        </w:numPr>
        <w:spacing w:before="0" w:beforeAutospacing="0" w:after="0" w:afterAutospacing="0"/>
      </w:pPr>
      <w:r>
        <w:t xml:space="preserve">What proportion of patients have at least one </w:t>
      </w:r>
      <w:r w:rsidR="00993E65">
        <w:t xml:space="preserve">condition occurrence with an </w:t>
      </w:r>
      <w:r>
        <w:t>ICD9</w:t>
      </w:r>
      <w:r w:rsidR="00993E65">
        <w:t xml:space="preserve"> source</w:t>
      </w:r>
      <w:r>
        <w:t xml:space="preserve"> code </w:t>
      </w:r>
      <w:r w:rsidR="00993E65">
        <w:t>that has</w:t>
      </w:r>
      <w:r>
        <w:t xml:space="preserve"> exactly n SNOMED mappings, for n=0,1,2,3…</w:t>
      </w:r>
    </w:p>
    <w:p w14:paraId="4F7CD466" w14:textId="77777777" w:rsidR="0064044F" w:rsidRDefault="0064044F" w:rsidP="00DA79D1">
      <w:pPr>
        <w:pStyle w:val="NormalWeb"/>
        <w:spacing w:before="0" w:beforeAutospacing="0" w:after="0" w:afterAutospacing="0"/>
      </w:pPr>
    </w:p>
    <w:p w14:paraId="4F70F366" w14:textId="23061DAF" w:rsidR="00350754" w:rsidRDefault="00B316F8" w:rsidP="00DA79D1">
      <w:pPr>
        <w:pStyle w:val="NormalWeb"/>
        <w:spacing w:before="0" w:beforeAutospacing="0" w:after="0" w:afterAutospacing="0"/>
        <w:rPr>
          <w:i/>
        </w:rPr>
      </w:pPr>
      <w:r>
        <w:rPr>
          <w:i/>
        </w:rPr>
        <w:t xml:space="preserve">3. </w:t>
      </w:r>
      <w:r w:rsidR="00350754">
        <w:rPr>
          <w:i/>
        </w:rPr>
        <w:t>Prevalence of non-1-to-1 diagnosis code mappings in eMERGE phenotype concept sets</w:t>
      </w:r>
    </w:p>
    <w:p w14:paraId="189A3BF4" w14:textId="42D3197D" w:rsidR="000671F8" w:rsidRPr="000671F8" w:rsidRDefault="0046422B" w:rsidP="00DA79D1">
      <w:pPr>
        <w:pStyle w:val="NormalWeb"/>
        <w:spacing w:before="0" w:beforeAutospacing="0" w:after="0" w:afterAutospacing="0"/>
      </w:pPr>
      <w:r>
        <w:t>In order to examine the potential for cohort studies to be affected b</w:t>
      </w:r>
      <w:r w:rsidR="00E85A5C">
        <w:t>y lossy diagnosis code mappings, w</w:t>
      </w:r>
      <w:r w:rsidR="000671F8">
        <w:t>e create OMOP standard mappings of the eMERGE phenotype concept sets hosted by PheKB</w:t>
      </w:r>
      <w:r w:rsidR="00E85A5C">
        <w:t xml:space="preserve"> </w:t>
      </w:r>
      <w:r w:rsidR="00E85A5C">
        <w:fldChar w:fldCharType="begin"/>
      </w:r>
      <w:r w:rsidR="001831BC">
        <w:instrText xml:space="preserve"> ADDIN ZOTERO_ITEM CSL_CITATION {"citationID":"a21jau1d1b8","properties":{"formattedCitation":"[5]","plainCitation":"[5]"},"citationItems":[{"id":1508,"uris":["http://zotero.org/users/1892987/items/QILBXEWB"],"uri":["http://zotero.org/users/1892987/items/QILBXEWB"],"itemData":{"id":1508,"type":"article-journal","title":"PheKB: a catalog and workflow for creating electronic phenotype algorithms for transportability","container-title":"Journal of the American Medical Informatics Association: JAMIA","page":"1046-1052","volume":"23","issue":"6","source":"PubMed","abstract":"OBJECTIVE: Health care generated data have become an important source for clinical and genomic research. Often, investigators create and iteratively refine phenotype algorithms to achieve high positive predictive values (PPVs) or sensitivity, thereby identifying valid cases and controls. These algorithms achieve the greatest utility when validated and shared by multiple health care systems.Materials and Methods We report the current status and impact of the Phenotype KnowledgeBase (PheKB, http://phekb.org), an online environment supporting the workflow of building, sharing, and validating electronic phenotype algorithms. We analyze the most frequent components used in algorithms and their performance at authoring institutions and secondary implementation sites.\nRESULTS: As of June 2015, PheKB contained 30 finalized phenotype algorithms and 62 algorithms in development spanning a range of traits and diseases. Phenotypes have had over 3500 unique views in a 6-month period and have been reused by other institutions. International Classification of Disease codes were the most frequently used component, followed by medications and natural language processing. Among algorithms with published performance data, the median PPV was nearly identical when evaluated at the authoring institutions (n = 44; case 96.0%, control 100%) compared to implementation sites (n = 40; case 97.5%, control 100%).\nDISCUSSION: These results demonstrate that a broad range of algorithms to mine electronic health record data from different health systems can be developed with high PPV, and algorithms developed at one site are generally transportable to others.\nCONCLUSION: By providing a central repository, PheKB enables improved development, transportability, and validity of algorithms for research-grade phenotypes using health care generated data.","DOI":"10.1093/jamia/ocv202","ISSN":"1527-974X","note":"PMID: 27026615\nPMCID: PMC5070514","shortTitle":"PheKB","journalAbbreviation":"J Am Med Inform Assoc","language":"eng","author":[{"family":"Kirby","given":"Jacqueline C."},{"family":"Speltz","given":"Peter"},{"family":"Rasmussen","given":"Luke V."},{"family":"Basford","given":"Melissa"},{"family":"Gottesman","given":"Omri"},{"family":"Peissig","given":"Peggy L."},{"family":"Pacheco","given":"Jennifer A."},{"family":"Tromp","given":"Gerard"},{"family":"Pathak","given":"Jyotishman"},{"family":"Carrell","given":"David S."},{"family":"Ellis","given":"Stephen B."},{"family":"Lingren","given":"Todd"},{"family":"Thompson","given":"Will K."},{"family":"Savova","given":"Guergana"},{"family":"Haines","given":"Jonathan"},{"family":"Roden","given":"Dan M."},{"family":"Harris","given":"Paul A."},{"family":"Denny","given":"Joshua C."}],"issued":{"date-parts":[["2016",11]]}}}],"schema":"https://github.com/citation-style-language/schema/raw/master/csl-citation.json"} </w:instrText>
      </w:r>
      <w:r w:rsidR="00E85A5C">
        <w:fldChar w:fldCharType="separate"/>
      </w:r>
      <w:r w:rsidR="001831BC">
        <w:rPr>
          <w:noProof/>
        </w:rPr>
        <w:t>[5]</w:t>
      </w:r>
      <w:r w:rsidR="00E85A5C">
        <w:fldChar w:fldCharType="end"/>
      </w:r>
      <w:r w:rsidR="000671F8">
        <w:t xml:space="preserve">, </w:t>
      </w:r>
      <w:r w:rsidR="00E85A5C">
        <w:t>and</w:t>
      </w:r>
      <w:r w:rsidR="000671F8">
        <w:t xml:space="preserve"> query:</w:t>
      </w:r>
    </w:p>
    <w:p w14:paraId="1D0DD64F" w14:textId="741EC59A" w:rsidR="00350754" w:rsidRDefault="00350754" w:rsidP="000671F8">
      <w:pPr>
        <w:pStyle w:val="NormalWeb"/>
        <w:numPr>
          <w:ilvl w:val="0"/>
          <w:numId w:val="5"/>
        </w:numPr>
        <w:spacing w:before="0" w:beforeAutospacing="0" w:after="0" w:afterAutospacing="0"/>
      </w:pPr>
      <w:r>
        <w:t>What proportion of concept sets from eMERGE phenotype definitions on PheKB contain ICD9 codes with exactly n SNOMED mappings, for n=0,1,2,3…</w:t>
      </w:r>
    </w:p>
    <w:p w14:paraId="5B8F8C1F" w14:textId="77777777" w:rsidR="000671F8" w:rsidRDefault="000671F8" w:rsidP="000671F8">
      <w:pPr>
        <w:pStyle w:val="NormalWeb"/>
        <w:spacing w:before="0" w:beforeAutospacing="0" w:after="0" w:afterAutospacing="0"/>
      </w:pPr>
    </w:p>
    <w:p w14:paraId="2CFF5FBF" w14:textId="3CAD7F57" w:rsidR="000671F8" w:rsidRDefault="00B316F8" w:rsidP="000671F8">
      <w:pPr>
        <w:pStyle w:val="NormalWeb"/>
        <w:spacing w:before="0" w:beforeAutospacing="0" w:after="0" w:afterAutospacing="0"/>
        <w:rPr>
          <w:i/>
        </w:rPr>
      </w:pPr>
      <w:r>
        <w:rPr>
          <w:i/>
        </w:rPr>
        <w:t xml:space="preserve">4. </w:t>
      </w:r>
      <w:r w:rsidR="000671F8">
        <w:rPr>
          <w:i/>
        </w:rPr>
        <w:t>Effect of non-1-to-1 diagnosis code mappings on eMERGE phenotype cohorts</w:t>
      </w:r>
    </w:p>
    <w:p w14:paraId="39407764" w14:textId="3E273DE4" w:rsidR="000671F8" w:rsidRPr="000671F8" w:rsidRDefault="00E85A5C" w:rsidP="000671F8">
      <w:pPr>
        <w:pStyle w:val="NormalWeb"/>
        <w:spacing w:before="0" w:beforeAutospacing="0" w:after="0" w:afterAutospacing="0"/>
      </w:pPr>
      <w:r>
        <w:t xml:space="preserve">Finally, we </w:t>
      </w:r>
      <w:r w:rsidR="001831BC">
        <w:t xml:space="preserve">will </w:t>
      </w:r>
      <w:r>
        <w:t xml:space="preserve">examine the </w:t>
      </w:r>
      <w:r w:rsidR="001831BC">
        <w:t>similarity of patient cohorts returned using eMERGE phenotype definitions on our source database with patient cohorts returned using OMOP-translated definitions on our OHDSI database. We will compare the cohort sizes the degree of patient overlaps. We also hope to leverage chart reviews previously performed for these definitions on patients in our databse to compare sensitivity and specificity rates for our source cohort and our OHDSI cohort.</w:t>
      </w:r>
      <w:r w:rsidR="00FE6E2D">
        <w:t xml:space="preserve"> These analyses, supported by additional chart reviews, will allow us to evaluate both information losses and information gains, depending on the mechanics of the terminology mappings.</w:t>
      </w:r>
      <w:bookmarkStart w:id="0" w:name="_GoBack"/>
      <w:bookmarkEnd w:id="0"/>
    </w:p>
    <w:p w14:paraId="4D4818B6" w14:textId="5763DD94" w:rsidR="002D67C5" w:rsidRDefault="002D67C5" w:rsidP="002D67C5">
      <w:pPr>
        <w:pStyle w:val="AMIAHeading"/>
      </w:pPr>
      <w:r>
        <w:t>Results</w:t>
      </w:r>
    </w:p>
    <w:p w14:paraId="61E8EAB0" w14:textId="67B75945" w:rsidR="002D67C5" w:rsidRDefault="00B316F8" w:rsidP="002D67C5">
      <w:pPr>
        <w:pStyle w:val="AMIABodyText"/>
      </w:pPr>
      <w:r>
        <w:t>We report preliminary results that assess non 1-to-1 mappings between ICD9 and SNOMED codes in the OMOP CDMv5 vocabulary and their prevalence in a clinical database. Results regarding the prevalence of these mappings in eMERGE phenotype concept sets, and their effect on patient cohort definitions are forthcoming and will be presented in the poster.</w:t>
      </w:r>
    </w:p>
    <w:p w14:paraId="7FE8A718" w14:textId="38425A91" w:rsidR="00B316F8" w:rsidRDefault="00B316F8" w:rsidP="002D67C5">
      <w:pPr>
        <w:pStyle w:val="AMIABodyText"/>
      </w:pPr>
      <w:r>
        <w:t xml:space="preserve">Table 1 reports the </w:t>
      </w:r>
      <w:r w:rsidR="00D24C50">
        <w:t xml:space="preserve">frequencies of loss-prone ICD9-SNOMED mappings in our OMOP CDMv5 database. We note that approximately 2% of ICD codes in the vocabulary have more than 1 SNOMED mapping, and </w:t>
      </w:r>
      <w:r w:rsidR="001A3757">
        <w:t xml:space="preserve">that </w:t>
      </w:r>
      <w:r w:rsidR="00D24C50">
        <w:t>approximately 4% of patients with ICD9 codes in our database had a condition occurrence source code with more than 1 SNOMED mapping.</w:t>
      </w:r>
    </w:p>
    <w:tbl>
      <w:tblPr>
        <w:tblStyle w:val="TableGrid"/>
        <w:tblW w:w="0" w:type="auto"/>
        <w:tblLook w:val="04A0" w:firstRow="1" w:lastRow="0" w:firstColumn="1" w:lastColumn="0" w:noHBand="0" w:noVBand="1"/>
      </w:tblPr>
      <w:tblGrid>
        <w:gridCol w:w="2463"/>
        <w:gridCol w:w="2463"/>
        <w:gridCol w:w="2474"/>
        <w:gridCol w:w="2176"/>
      </w:tblGrid>
      <w:tr w:rsidR="00B316F8" w14:paraId="6B79220E" w14:textId="44B2C1A9" w:rsidTr="00B316F8">
        <w:tc>
          <w:tcPr>
            <w:tcW w:w="2463" w:type="dxa"/>
          </w:tcPr>
          <w:p w14:paraId="0B68D7A5" w14:textId="240D22AB" w:rsidR="00B316F8" w:rsidRDefault="00B316F8" w:rsidP="00B316F8">
            <w:pPr>
              <w:pStyle w:val="AMIABodyText"/>
            </w:pPr>
            <w:r>
              <w:t>N (Number of mappings)</w:t>
            </w:r>
          </w:p>
        </w:tc>
        <w:tc>
          <w:tcPr>
            <w:tcW w:w="2463" w:type="dxa"/>
          </w:tcPr>
          <w:p w14:paraId="50258B0A" w14:textId="75AC6608" w:rsidR="00B316F8" w:rsidRDefault="00B316F8" w:rsidP="002D67C5">
            <w:pPr>
              <w:pStyle w:val="AMIABodyText"/>
            </w:pPr>
            <w:r>
              <w:t>Fraction of ICD codes with N SNOMED mappings</w:t>
            </w:r>
          </w:p>
        </w:tc>
        <w:tc>
          <w:tcPr>
            <w:tcW w:w="2474" w:type="dxa"/>
          </w:tcPr>
          <w:p w14:paraId="4B53DE04" w14:textId="26F7B265" w:rsidR="00B316F8" w:rsidRDefault="00B316F8" w:rsidP="002D67C5">
            <w:pPr>
              <w:pStyle w:val="AMIABodyText"/>
            </w:pPr>
            <w:r>
              <w:t>Prevalence of ICD codes with N SNOMED mappings among all ICD codes</w:t>
            </w:r>
          </w:p>
        </w:tc>
        <w:tc>
          <w:tcPr>
            <w:tcW w:w="2176" w:type="dxa"/>
          </w:tcPr>
          <w:p w14:paraId="18BC5613" w14:textId="6FFF3E9B" w:rsidR="00B316F8" w:rsidRDefault="00B316F8" w:rsidP="002D67C5">
            <w:pPr>
              <w:pStyle w:val="AMIABodyText"/>
            </w:pPr>
            <w:r>
              <w:t>Prevalence of patients with at least 1 ICD code with N SNOMED mappings among all patients with ICD codes</w:t>
            </w:r>
          </w:p>
        </w:tc>
      </w:tr>
      <w:tr w:rsidR="00B316F8" w14:paraId="6407F9FD" w14:textId="0C3EDD0A" w:rsidTr="00B316F8">
        <w:tc>
          <w:tcPr>
            <w:tcW w:w="2463" w:type="dxa"/>
          </w:tcPr>
          <w:p w14:paraId="211C74CA" w14:textId="6EC39991" w:rsidR="00B316F8" w:rsidRDefault="00B316F8" w:rsidP="002D67C5">
            <w:pPr>
              <w:pStyle w:val="AMIABodyText"/>
            </w:pPr>
            <w:r>
              <w:t>0</w:t>
            </w:r>
          </w:p>
        </w:tc>
        <w:tc>
          <w:tcPr>
            <w:tcW w:w="2463" w:type="dxa"/>
          </w:tcPr>
          <w:p w14:paraId="5BB92D0B" w14:textId="429E5629" w:rsidR="00B316F8" w:rsidRDefault="00830483" w:rsidP="002D67C5">
            <w:pPr>
              <w:pStyle w:val="AMIABodyText"/>
            </w:pPr>
            <w:r>
              <w:t>0.6%</w:t>
            </w:r>
          </w:p>
        </w:tc>
        <w:tc>
          <w:tcPr>
            <w:tcW w:w="2474" w:type="dxa"/>
          </w:tcPr>
          <w:p w14:paraId="6A01D9A8" w14:textId="02E84DD0" w:rsidR="00B316F8" w:rsidRDefault="00E9722A" w:rsidP="002D67C5">
            <w:pPr>
              <w:pStyle w:val="AMIABodyText"/>
            </w:pPr>
            <w:r>
              <w:t>1.0%</w:t>
            </w:r>
          </w:p>
        </w:tc>
        <w:tc>
          <w:tcPr>
            <w:tcW w:w="2176" w:type="dxa"/>
          </w:tcPr>
          <w:p w14:paraId="62B27CB5" w14:textId="615AC143" w:rsidR="00B316F8" w:rsidRDefault="00830483" w:rsidP="002D67C5">
            <w:pPr>
              <w:pStyle w:val="AMIABodyText"/>
            </w:pPr>
            <w:r>
              <w:t>0%</w:t>
            </w:r>
          </w:p>
        </w:tc>
      </w:tr>
      <w:tr w:rsidR="00B316F8" w14:paraId="3027BB18" w14:textId="74670ECE" w:rsidTr="00B316F8">
        <w:tc>
          <w:tcPr>
            <w:tcW w:w="2463" w:type="dxa"/>
          </w:tcPr>
          <w:p w14:paraId="210E57B2" w14:textId="60E74679" w:rsidR="00B316F8" w:rsidRDefault="00B316F8" w:rsidP="002D67C5">
            <w:pPr>
              <w:pStyle w:val="AMIABodyText"/>
            </w:pPr>
            <w:r>
              <w:t>1</w:t>
            </w:r>
          </w:p>
        </w:tc>
        <w:tc>
          <w:tcPr>
            <w:tcW w:w="2463" w:type="dxa"/>
          </w:tcPr>
          <w:p w14:paraId="3E471A03" w14:textId="72FCA534" w:rsidR="00B316F8" w:rsidRDefault="00830483" w:rsidP="002D67C5">
            <w:pPr>
              <w:pStyle w:val="AMIABodyText"/>
            </w:pPr>
            <w:r>
              <w:t>97.5%</w:t>
            </w:r>
          </w:p>
        </w:tc>
        <w:tc>
          <w:tcPr>
            <w:tcW w:w="2474" w:type="dxa"/>
          </w:tcPr>
          <w:p w14:paraId="48BDB078" w14:textId="0A70BEA4" w:rsidR="00B316F8" w:rsidRDefault="00E9722A" w:rsidP="002D67C5">
            <w:pPr>
              <w:pStyle w:val="AMIABodyText"/>
            </w:pPr>
            <w:r>
              <w:t>97.8%</w:t>
            </w:r>
          </w:p>
        </w:tc>
        <w:tc>
          <w:tcPr>
            <w:tcW w:w="2176" w:type="dxa"/>
          </w:tcPr>
          <w:p w14:paraId="30AFF9FC" w14:textId="49D27E2C" w:rsidR="00B316F8" w:rsidRDefault="00830483" w:rsidP="002D67C5">
            <w:pPr>
              <w:pStyle w:val="AMIABodyText"/>
            </w:pPr>
            <w:r>
              <w:t>95.4%</w:t>
            </w:r>
          </w:p>
        </w:tc>
      </w:tr>
      <w:tr w:rsidR="00B316F8" w14:paraId="2BEAEE45" w14:textId="6A1609D8" w:rsidTr="00B316F8">
        <w:tc>
          <w:tcPr>
            <w:tcW w:w="2463" w:type="dxa"/>
          </w:tcPr>
          <w:p w14:paraId="7F4156D7" w14:textId="23877CAE" w:rsidR="00B316F8" w:rsidRDefault="00B316F8" w:rsidP="002D67C5">
            <w:pPr>
              <w:pStyle w:val="AMIABodyText"/>
            </w:pPr>
            <w:r>
              <w:t>2</w:t>
            </w:r>
          </w:p>
        </w:tc>
        <w:tc>
          <w:tcPr>
            <w:tcW w:w="2463" w:type="dxa"/>
          </w:tcPr>
          <w:p w14:paraId="08AD6F1E" w14:textId="211FA3A2" w:rsidR="00B316F8" w:rsidRDefault="00830483" w:rsidP="002D67C5">
            <w:pPr>
              <w:pStyle w:val="AMIABodyText"/>
            </w:pPr>
            <w:r>
              <w:t>1.8%</w:t>
            </w:r>
          </w:p>
        </w:tc>
        <w:tc>
          <w:tcPr>
            <w:tcW w:w="2474" w:type="dxa"/>
          </w:tcPr>
          <w:p w14:paraId="008C92DE" w14:textId="224E5F8B" w:rsidR="00B316F8" w:rsidRDefault="00E9722A" w:rsidP="002D67C5">
            <w:pPr>
              <w:pStyle w:val="AMIABodyText"/>
            </w:pPr>
            <w:r>
              <w:t>1.2%</w:t>
            </w:r>
          </w:p>
        </w:tc>
        <w:tc>
          <w:tcPr>
            <w:tcW w:w="2176" w:type="dxa"/>
          </w:tcPr>
          <w:p w14:paraId="6A848061" w14:textId="2B3F4636" w:rsidR="00B316F8" w:rsidRDefault="00830483" w:rsidP="002D67C5">
            <w:pPr>
              <w:pStyle w:val="AMIABodyText"/>
            </w:pPr>
            <w:r>
              <w:t>4.4%</w:t>
            </w:r>
          </w:p>
        </w:tc>
      </w:tr>
      <w:tr w:rsidR="00B316F8" w14:paraId="032007C4" w14:textId="783DEC11" w:rsidTr="00B316F8">
        <w:tc>
          <w:tcPr>
            <w:tcW w:w="2463" w:type="dxa"/>
          </w:tcPr>
          <w:p w14:paraId="6346C33B" w14:textId="7ED6A2C5" w:rsidR="00B316F8" w:rsidRDefault="00B316F8" w:rsidP="002D67C5">
            <w:pPr>
              <w:pStyle w:val="AMIABodyText"/>
            </w:pPr>
            <w:r>
              <w:t>3</w:t>
            </w:r>
          </w:p>
        </w:tc>
        <w:tc>
          <w:tcPr>
            <w:tcW w:w="2463" w:type="dxa"/>
          </w:tcPr>
          <w:p w14:paraId="2CBC934A" w14:textId="55D54D20" w:rsidR="00B316F8" w:rsidRDefault="00830483" w:rsidP="002D67C5">
            <w:pPr>
              <w:pStyle w:val="AMIABodyText"/>
            </w:pPr>
            <w:r>
              <w:t>0.1%</w:t>
            </w:r>
          </w:p>
        </w:tc>
        <w:tc>
          <w:tcPr>
            <w:tcW w:w="2474" w:type="dxa"/>
          </w:tcPr>
          <w:p w14:paraId="596B4417" w14:textId="33B42BD9" w:rsidR="00B316F8" w:rsidRDefault="00E9722A" w:rsidP="002D67C5">
            <w:pPr>
              <w:pStyle w:val="AMIABodyText"/>
            </w:pPr>
            <w:r>
              <w:t>0.03%</w:t>
            </w:r>
          </w:p>
        </w:tc>
        <w:tc>
          <w:tcPr>
            <w:tcW w:w="2176" w:type="dxa"/>
          </w:tcPr>
          <w:p w14:paraId="7A96386A" w14:textId="3575527F" w:rsidR="00B316F8" w:rsidRDefault="00830483" w:rsidP="002D67C5">
            <w:pPr>
              <w:pStyle w:val="AMIABodyText"/>
            </w:pPr>
            <w:r>
              <w:t>0.1%</w:t>
            </w:r>
          </w:p>
        </w:tc>
      </w:tr>
    </w:tbl>
    <w:p w14:paraId="323335AC" w14:textId="6ACCF02C" w:rsidR="00B316F8" w:rsidRDefault="00D24C50" w:rsidP="002D67C5">
      <w:pPr>
        <w:pStyle w:val="AMIABodyText"/>
      </w:pPr>
      <w:r>
        <w:t>Table 1.</w:t>
      </w:r>
    </w:p>
    <w:p w14:paraId="3376ACB8" w14:textId="687AB8E1" w:rsidR="00D24C50" w:rsidRDefault="001A3757" w:rsidP="002D67C5">
      <w:pPr>
        <w:pStyle w:val="AMIABodyText"/>
        <w:rPr>
          <w:b/>
        </w:rPr>
      </w:pPr>
      <w:r>
        <w:rPr>
          <w:b/>
        </w:rPr>
        <w:t>Discussion</w:t>
      </w:r>
    </w:p>
    <w:p w14:paraId="20A5A485" w14:textId="2A0FA990" w:rsidR="001E6C70" w:rsidRDefault="001A3757" w:rsidP="002D67C5">
      <w:pPr>
        <w:pStyle w:val="AMIABodyText"/>
      </w:pPr>
      <w:r>
        <w:t xml:space="preserve">Potential sources of information loss in non-1-to-1 ICD9 to SNOMED mappings appear not only in the </w:t>
      </w:r>
      <w:r w:rsidR="0067522E">
        <w:t>CDM, but are also propagated through patients in our database</w:t>
      </w:r>
      <w:r>
        <w:t>.</w:t>
      </w:r>
      <w:r w:rsidR="001E6C70">
        <w:t xml:space="preserve"> The</w:t>
      </w:r>
      <w:r w:rsidR="0067522E">
        <w:t>s</w:t>
      </w:r>
      <w:r w:rsidR="001E6C70">
        <w:t>e</w:t>
      </w:r>
      <w:r w:rsidR="0067522E">
        <w:t xml:space="preserve"> result</w:t>
      </w:r>
      <w:r w:rsidR="001E6C70">
        <w:t>s beget further follow up in order to understand how they affect cohort studies, and we plan to share our preliminary findings on this topic at the OHDSI Symposium</w:t>
      </w:r>
    </w:p>
    <w:p w14:paraId="0F319967" w14:textId="541D4094" w:rsidR="00EA4B3F" w:rsidRDefault="00EA4B3F" w:rsidP="00EA4B3F">
      <w:pPr>
        <w:pStyle w:val="AMIAHeading"/>
      </w:pPr>
      <w:r>
        <w:t>Acknowledgment</w:t>
      </w:r>
    </w:p>
    <w:p w14:paraId="2AEF4B40" w14:textId="77777777" w:rsidR="00461015" w:rsidRDefault="00EA4B3F" w:rsidP="00940944">
      <w:pPr>
        <w:pStyle w:val="AMIABodyText"/>
      </w:pPr>
      <w:r>
        <w:t>This work was funded by National Library of Medicine grant R01 LM006910.</w:t>
      </w:r>
    </w:p>
    <w:p w14:paraId="370DF964" w14:textId="77777777" w:rsidR="00781CE1" w:rsidRDefault="000876BD" w:rsidP="00940944">
      <w:pPr>
        <w:pStyle w:val="AMIAReferenceHeading"/>
      </w:pPr>
      <w:r>
        <w:t>References</w:t>
      </w:r>
    </w:p>
    <w:p w14:paraId="5696DA26" w14:textId="77777777" w:rsidR="001831BC" w:rsidRPr="001831BC" w:rsidRDefault="00FA5BDF" w:rsidP="001831BC">
      <w:pPr>
        <w:pStyle w:val="Bibliography"/>
      </w:pPr>
      <w:r>
        <w:fldChar w:fldCharType="begin"/>
      </w:r>
      <w:r w:rsidR="00DA79D1">
        <w:instrText xml:space="preserve"> ADDIN ZOTERO_BIBL {"custom":[]} CSL_BIBLIOGRAPHY </w:instrText>
      </w:r>
      <w:r>
        <w:fldChar w:fldCharType="separate"/>
      </w:r>
      <w:r w:rsidR="001831BC" w:rsidRPr="001831BC">
        <w:t>[1]</w:t>
      </w:r>
      <w:r w:rsidR="001831BC" w:rsidRPr="001831BC">
        <w:tab/>
        <w:t>G. Hripcsak, J.D. Duke, N.H. Shah, C.G. Reich, V. Huser, M.J. Schuemie, M.A. Suchard, R.W. Park, I.C.K. Wong, P.R. Rijnbeek, J. van der Lei, N. Pratt, G.N. Norén, Y.-C. Li, P.E. Stang, D. Madigan, P.B. Ryan, Observational Health Data Sciences and Informatics (OHDSI): Opportunities for Observational Researchers, Stud Health Technol Inform. 216 (2015) 574–578.</w:t>
      </w:r>
    </w:p>
    <w:p w14:paraId="743BC728" w14:textId="77777777" w:rsidR="001831BC" w:rsidRPr="001831BC" w:rsidRDefault="001831BC" w:rsidP="001831BC">
      <w:pPr>
        <w:pStyle w:val="Bibliography"/>
      </w:pPr>
      <w:r w:rsidRPr="001831BC">
        <w:lastRenderedPageBreak/>
        <w:t>[2]</w:t>
      </w:r>
      <w:r w:rsidRPr="001831BC">
        <w:tab/>
        <w:t>G. Hripcsak, P.B. Ryan, J.D. Duke, N.H. Shah, R.W. Park, V. Huser, M.A. Suchard, M.J. Schuemie, F.J. DeFalco, A. Perotte, J.M. Banda, C.G. Reich, L.M. Schilling, M.E. Matheny, D. Meeker, N. Pratt, D. Madigan, Characterizing treatment pathways at scale using the OHDSI network, PNAS. 113 (2016) 7329–7336. doi:10.1073/pnas.1510502113.</w:t>
      </w:r>
    </w:p>
    <w:p w14:paraId="34544431" w14:textId="77777777" w:rsidR="001831BC" w:rsidRPr="001831BC" w:rsidRDefault="001831BC" w:rsidP="001831BC">
      <w:pPr>
        <w:pStyle w:val="Bibliography"/>
      </w:pPr>
      <w:r w:rsidRPr="001831BC">
        <w:t>[3]</w:t>
      </w:r>
      <w:r w:rsidRPr="001831BC">
        <w:tab/>
        <w:t>C.A. McCarty, R.L. Chisholm, C.G. Chute, I.J. Kullo, G.P. Jarvik, E.B. Larson, R. Li, D.R. Masys, M.D. Ritchie, D.M. Roden, others, The eMERGE Network: a consortium of biorepositories linked to electronic medical records data for conducting genomic studies, BMC Medical Genomics. 4 (2011) 13.</w:t>
      </w:r>
    </w:p>
    <w:p w14:paraId="1FC8CC9E" w14:textId="77777777" w:rsidR="001831BC" w:rsidRPr="001831BC" w:rsidRDefault="001831BC" w:rsidP="001831BC">
      <w:pPr>
        <w:pStyle w:val="Bibliography"/>
      </w:pPr>
      <w:r w:rsidRPr="001831BC">
        <w:t>[4]</w:t>
      </w:r>
      <w:r w:rsidRPr="001831BC">
        <w:tab/>
        <w:t>J. Pathak, J. Wang, S. Kashyap, M. Basford, R. Li, D.R. Masys, C.G. Chute, Mapping clinical phenotype data elements to standardized metadata repositories and controlled terminologies: the eMERGE Network experience, Journal of the American Medical Informatics Association. 18 (2011) 376–386. doi:10.1136/amiajnl-2010-000061.</w:t>
      </w:r>
    </w:p>
    <w:p w14:paraId="755E8171" w14:textId="77777777" w:rsidR="001831BC" w:rsidRPr="001831BC" w:rsidRDefault="001831BC" w:rsidP="001831BC">
      <w:pPr>
        <w:pStyle w:val="Bibliography"/>
      </w:pPr>
      <w:r w:rsidRPr="001831BC">
        <w:t>[5]</w:t>
      </w:r>
      <w:r w:rsidRPr="001831BC">
        <w:tab/>
        <w:t>J.C. Kirby, P. Speltz, L.V. Rasmussen, M. Basford, O. Gottesman, P.L. Peissig, J.A. Pacheco, G. Tromp, J. Pathak, D.S. Carrell, S.B. Ellis, T. Lingren, W.K. Thompson, G. Savova, J. Haines, D.M. Roden, P.A. Harris, J.C. Denny, PheKB: a catalog and workflow for creating electronic phenotype algorithms for transportability, J Am Med Inform Assoc. 23 (2016) 1046–1052. doi:10.1093/jamia/ocv202.</w:t>
      </w:r>
    </w:p>
    <w:p w14:paraId="0FF9F7C5" w14:textId="05501CFA" w:rsidR="00DA79D1" w:rsidRDefault="00FA5BDF" w:rsidP="00857029">
      <w:pPr>
        <w:jc w:val="both"/>
      </w:pPr>
      <w:r>
        <w:fldChar w:fldCharType="end"/>
      </w:r>
    </w:p>
    <w:p w14:paraId="03A308E0" w14:textId="77777777" w:rsidR="00DA79D1" w:rsidRDefault="00DA79D1" w:rsidP="00857029">
      <w:pPr>
        <w:jc w:val="both"/>
      </w:pPr>
    </w:p>
    <w:p w14:paraId="209837B8" w14:textId="77777777" w:rsidR="00DA79D1" w:rsidRDefault="00DA79D1" w:rsidP="00857029">
      <w:pPr>
        <w:jc w:val="both"/>
        <w:sectPr w:rsidR="00DA79D1" w:rsidSect="001A47CF">
          <w:type w:val="continuous"/>
          <w:pgSz w:w="12240" w:h="15840" w:code="1"/>
          <w:pgMar w:top="1440" w:right="1440" w:bottom="1440" w:left="1440" w:header="720" w:footer="720" w:gutter="0"/>
          <w:cols w:space="720"/>
        </w:sectPr>
      </w:pPr>
    </w:p>
    <w:p w14:paraId="15AE0D19" w14:textId="513941F6" w:rsidR="002A5D55" w:rsidRDefault="002A5D55" w:rsidP="00857029">
      <w:pPr>
        <w:jc w:val="both"/>
      </w:pPr>
    </w:p>
    <w:sectPr w:rsidR="002A5D55"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262CA" w14:textId="77777777" w:rsidR="001E6C70" w:rsidRDefault="001E6C70">
      <w:r>
        <w:separator/>
      </w:r>
    </w:p>
  </w:endnote>
  <w:endnote w:type="continuationSeparator" w:id="0">
    <w:p w14:paraId="199C7038" w14:textId="77777777" w:rsidR="001E6C70" w:rsidRDefault="001E6C70">
      <w:r>
        <w:continuationSeparator/>
      </w:r>
    </w:p>
  </w:endnote>
  <w:endnote w:type="continuationNotice" w:id="1">
    <w:p w14:paraId="031CBF58" w14:textId="77777777" w:rsidR="001E6C70" w:rsidRDefault="001E6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algun Gothic">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C2973" w14:textId="77777777" w:rsidR="001E6C70" w:rsidRDefault="001E6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F9EE1F7" w14:textId="77777777" w:rsidR="001E6C70" w:rsidRDefault="001E6C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1E2E7" w14:textId="77777777" w:rsidR="001E6C70" w:rsidRDefault="001E6C70">
    <w:pPr>
      <w:pStyle w:val="Footer"/>
      <w:framePr w:wrap="around" w:vAnchor="text" w:hAnchor="margin" w:xAlign="right" w:y="1"/>
      <w:rPr>
        <w:rStyle w:val="PageNumber"/>
      </w:rPr>
    </w:pPr>
  </w:p>
  <w:p w14:paraId="233A7DFA" w14:textId="77777777" w:rsidR="001E6C70" w:rsidRDefault="001E6C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4612B" w14:textId="77777777" w:rsidR="001E6C70" w:rsidRDefault="001E6C70">
      <w:r>
        <w:separator/>
      </w:r>
    </w:p>
  </w:footnote>
  <w:footnote w:type="continuationSeparator" w:id="0">
    <w:p w14:paraId="0458735A" w14:textId="77777777" w:rsidR="001E6C70" w:rsidRDefault="001E6C70">
      <w:r>
        <w:continuationSeparator/>
      </w:r>
    </w:p>
  </w:footnote>
  <w:footnote w:type="continuationNotice" w:id="1">
    <w:p w14:paraId="068B78DF" w14:textId="77777777" w:rsidR="001E6C70" w:rsidRDefault="001E6C7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EB727" w14:textId="70176D31" w:rsidR="001E6C70" w:rsidRDefault="001E6C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2">
    <w:nsid w:val="080A0BC8"/>
    <w:multiLevelType w:val="hybridMultilevel"/>
    <w:tmpl w:val="C6F8C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532034"/>
    <w:multiLevelType w:val="hybridMultilevel"/>
    <w:tmpl w:val="073CC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801F30"/>
    <w:multiLevelType w:val="hybridMultilevel"/>
    <w:tmpl w:val="210E9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s-US" w:vendorID="64" w:dllVersion="131078" w:nlCheck="1" w:checkStyle="0"/>
  <w:activeWritingStyle w:appName="MSWord" w:lang="en-US" w:vendorID="64" w:dllVersion="131078" w:nlCheck="1" w:checkStyle="1"/>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D5D81"/>
    <w:rsid w:val="00001572"/>
    <w:rsid w:val="00001FF6"/>
    <w:rsid w:val="00010768"/>
    <w:rsid w:val="00011F8C"/>
    <w:rsid w:val="000158B3"/>
    <w:rsid w:val="00020540"/>
    <w:rsid w:val="000261FF"/>
    <w:rsid w:val="00026E5D"/>
    <w:rsid w:val="00034C6C"/>
    <w:rsid w:val="000378DA"/>
    <w:rsid w:val="00050534"/>
    <w:rsid w:val="000578E2"/>
    <w:rsid w:val="00061121"/>
    <w:rsid w:val="00062C33"/>
    <w:rsid w:val="00062EB9"/>
    <w:rsid w:val="000671F8"/>
    <w:rsid w:val="00072977"/>
    <w:rsid w:val="00075C86"/>
    <w:rsid w:val="0007753D"/>
    <w:rsid w:val="00082EEF"/>
    <w:rsid w:val="0008399D"/>
    <w:rsid w:val="000876BD"/>
    <w:rsid w:val="000932ED"/>
    <w:rsid w:val="00093D72"/>
    <w:rsid w:val="000974FC"/>
    <w:rsid w:val="000A51AC"/>
    <w:rsid w:val="000A6B80"/>
    <w:rsid w:val="000C0267"/>
    <w:rsid w:val="000C2979"/>
    <w:rsid w:val="000E157D"/>
    <w:rsid w:val="000F41E2"/>
    <w:rsid w:val="000F5846"/>
    <w:rsid w:val="000F5E5E"/>
    <w:rsid w:val="00100F7D"/>
    <w:rsid w:val="00102D03"/>
    <w:rsid w:val="00106B87"/>
    <w:rsid w:val="00114F4D"/>
    <w:rsid w:val="0012010F"/>
    <w:rsid w:val="00123B63"/>
    <w:rsid w:val="00123E75"/>
    <w:rsid w:val="00127F98"/>
    <w:rsid w:val="001325BE"/>
    <w:rsid w:val="00133034"/>
    <w:rsid w:val="001402EC"/>
    <w:rsid w:val="001422C6"/>
    <w:rsid w:val="0014296B"/>
    <w:rsid w:val="00142E9D"/>
    <w:rsid w:val="0014398D"/>
    <w:rsid w:val="001452C0"/>
    <w:rsid w:val="00150BF5"/>
    <w:rsid w:val="00152DBC"/>
    <w:rsid w:val="0016478E"/>
    <w:rsid w:val="00166F37"/>
    <w:rsid w:val="00172FF6"/>
    <w:rsid w:val="00173279"/>
    <w:rsid w:val="00173FD1"/>
    <w:rsid w:val="001817B7"/>
    <w:rsid w:val="001831BC"/>
    <w:rsid w:val="00186862"/>
    <w:rsid w:val="001924D3"/>
    <w:rsid w:val="001A2AC2"/>
    <w:rsid w:val="001A3757"/>
    <w:rsid w:val="001A47CF"/>
    <w:rsid w:val="001B10DE"/>
    <w:rsid w:val="001B4CC0"/>
    <w:rsid w:val="001C43E0"/>
    <w:rsid w:val="001C76E3"/>
    <w:rsid w:val="001D1567"/>
    <w:rsid w:val="001D1BCD"/>
    <w:rsid w:val="001D26DA"/>
    <w:rsid w:val="001D3422"/>
    <w:rsid w:val="001D3681"/>
    <w:rsid w:val="001D4106"/>
    <w:rsid w:val="001D473F"/>
    <w:rsid w:val="001D5D81"/>
    <w:rsid w:val="001E07A6"/>
    <w:rsid w:val="001E084A"/>
    <w:rsid w:val="001E6C70"/>
    <w:rsid w:val="001F0252"/>
    <w:rsid w:val="001F2745"/>
    <w:rsid w:val="001F6295"/>
    <w:rsid w:val="0021770A"/>
    <w:rsid w:val="00217905"/>
    <w:rsid w:val="002179FF"/>
    <w:rsid w:val="00223F7A"/>
    <w:rsid w:val="00230875"/>
    <w:rsid w:val="00235194"/>
    <w:rsid w:val="00241EB7"/>
    <w:rsid w:val="00257A97"/>
    <w:rsid w:val="002603A2"/>
    <w:rsid w:val="00265A57"/>
    <w:rsid w:val="002700B3"/>
    <w:rsid w:val="0028612E"/>
    <w:rsid w:val="0029100A"/>
    <w:rsid w:val="002951A8"/>
    <w:rsid w:val="002A21E1"/>
    <w:rsid w:val="002A2B76"/>
    <w:rsid w:val="002A41D8"/>
    <w:rsid w:val="002A58F9"/>
    <w:rsid w:val="002A5D55"/>
    <w:rsid w:val="002B2FB3"/>
    <w:rsid w:val="002B5453"/>
    <w:rsid w:val="002B55CC"/>
    <w:rsid w:val="002B6D6B"/>
    <w:rsid w:val="002B7335"/>
    <w:rsid w:val="002C22FB"/>
    <w:rsid w:val="002C343B"/>
    <w:rsid w:val="002C3454"/>
    <w:rsid w:val="002C6171"/>
    <w:rsid w:val="002C65A4"/>
    <w:rsid w:val="002D67C5"/>
    <w:rsid w:val="002E3D5A"/>
    <w:rsid w:val="002E46CE"/>
    <w:rsid w:val="002F08D0"/>
    <w:rsid w:val="002F206C"/>
    <w:rsid w:val="002F3568"/>
    <w:rsid w:val="002F3F4F"/>
    <w:rsid w:val="00305A9B"/>
    <w:rsid w:val="00310275"/>
    <w:rsid w:val="0031124C"/>
    <w:rsid w:val="00311EC1"/>
    <w:rsid w:val="003133A6"/>
    <w:rsid w:val="00320915"/>
    <w:rsid w:val="0032226D"/>
    <w:rsid w:val="00322966"/>
    <w:rsid w:val="00322CAF"/>
    <w:rsid w:val="003256DE"/>
    <w:rsid w:val="00336A11"/>
    <w:rsid w:val="003373E9"/>
    <w:rsid w:val="003378D0"/>
    <w:rsid w:val="00341812"/>
    <w:rsid w:val="00346BBD"/>
    <w:rsid w:val="00350754"/>
    <w:rsid w:val="0035275E"/>
    <w:rsid w:val="003547B5"/>
    <w:rsid w:val="00357159"/>
    <w:rsid w:val="00371C19"/>
    <w:rsid w:val="0038435B"/>
    <w:rsid w:val="003920AA"/>
    <w:rsid w:val="00393014"/>
    <w:rsid w:val="00397E58"/>
    <w:rsid w:val="003A14D8"/>
    <w:rsid w:val="003A29EC"/>
    <w:rsid w:val="003A2B1E"/>
    <w:rsid w:val="003A413C"/>
    <w:rsid w:val="003A63FA"/>
    <w:rsid w:val="003B0234"/>
    <w:rsid w:val="003B7E29"/>
    <w:rsid w:val="003C0115"/>
    <w:rsid w:val="003C1ADD"/>
    <w:rsid w:val="003C37EC"/>
    <w:rsid w:val="003C6BE4"/>
    <w:rsid w:val="003C711A"/>
    <w:rsid w:val="003C7918"/>
    <w:rsid w:val="003D19F4"/>
    <w:rsid w:val="003D25DB"/>
    <w:rsid w:val="003D551D"/>
    <w:rsid w:val="003D5748"/>
    <w:rsid w:val="003D602D"/>
    <w:rsid w:val="003E30D4"/>
    <w:rsid w:val="003E42DC"/>
    <w:rsid w:val="003E6271"/>
    <w:rsid w:val="003F33EA"/>
    <w:rsid w:val="003F3D31"/>
    <w:rsid w:val="003F534F"/>
    <w:rsid w:val="003F7112"/>
    <w:rsid w:val="004019EA"/>
    <w:rsid w:val="00402141"/>
    <w:rsid w:val="0041526E"/>
    <w:rsid w:val="00416B8D"/>
    <w:rsid w:val="004206D6"/>
    <w:rsid w:val="0042219C"/>
    <w:rsid w:val="0042679B"/>
    <w:rsid w:val="00430F53"/>
    <w:rsid w:val="0043278D"/>
    <w:rsid w:val="00432DEB"/>
    <w:rsid w:val="00433622"/>
    <w:rsid w:val="0043454E"/>
    <w:rsid w:val="00443FF3"/>
    <w:rsid w:val="004460B7"/>
    <w:rsid w:val="004464BE"/>
    <w:rsid w:val="00447D9D"/>
    <w:rsid w:val="004546E7"/>
    <w:rsid w:val="0046024E"/>
    <w:rsid w:val="00461015"/>
    <w:rsid w:val="0046422B"/>
    <w:rsid w:val="004750EA"/>
    <w:rsid w:val="00480DE4"/>
    <w:rsid w:val="0048759D"/>
    <w:rsid w:val="00487959"/>
    <w:rsid w:val="0049030A"/>
    <w:rsid w:val="00492E07"/>
    <w:rsid w:val="004960C7"/>
    <w:rsid w:val="00497CFC"/>
    <w:rsid w:val="004B0246"/>
    <w:rsid w:val="004B2539"/>
    <w:rsid w:val="004B286A"/>
    <w:rsid w:val="004D08B6"/>
    <w:rsid w:val="004E0209"/>
    <w:rsid w:val="004E2050"/>
    <w:rsid w:val="004E5245"/>
    <w:rsid w:val="004F0E80"/>
    <w:rsid w:val="004F3773"/>
    <w:rsid w:val="00500BD7"/>
    <w:rsid w:val="0050388C"/>
    <w:rsid w:val="00503D91"/>
    <w:rsid w:val="00504CE3"/>
    <w:rsid w:val="00505AC2"/>
    <w:rsid w:val="0050671D"/>
    <w:rsid w:val="00523851"/>
    <w:rsid w:val="0052686E"/>
    <w:rsid w:val="005346DD"/>
    <w:rsid w:val="005371EF"/>
    <w:rsid w:val="00550728"/>
    <w:rsid w:val="00554DE6"/>
    <w:rsid w:val="00556080"/>
    <w:rsid w:val="00556C24"/>
    <w:rsid w:val="0056029E"/>
    <w:rsid w:val="00561868"/>
    <w:rsid w:val="005705B0"/>
    <w:rsid w:val="0057299C"/>
    <w:rsid w:val="00581915"/>
    <w:rsid w:val="00583B07"/>
    <w:rsid w:val="00584C40"/>
    <w:rsid w:val="00586271"/>
    <w:rsid w:val="00590340"/>
    <w:rsid w:val="00594B6F"/>
    <w:rsid w:val="005A14EE"/>
    <w:rsid w:val="005A5B0E"/>
    <w:rsid w:val="005B0F09"/>
    <w:rsid w:val="005B4F74"/>
    <w:rsid w:val="005B7018"/>
    <w:rsid w:val="005C0453"/>
    <w:rsid w:val="005C11B7"/>
    <w:rsid w:val="005D1C1D"/>
    <w:rsid w:val="005E5DC0"/>
    <w:rsid w:val="005F5514"/>
    <w:rsid w:val="005F70A1"/>
    <w:rsid w:val="00600255"/>
    <w:rsid w:val="00613FC5"/>
    <w:rsid w:val="006202BB"/>
    <w:rsid w:val="006202DD"/>
    <w:rsid w:val="00624737"/>
    <w:rsid w:val="0063029F"/>
    <w:rsid w:val="00630CF0"/>
    <w:rsid w:val="00632199"/>
    <w:rsid w:val="00634188"/>
    <w:rsid w:val="00635C94"/>
    <w:rsid w:val="00636609"/>
    <w:rsid w:val="0064044F"/>
    <w:rsid w:val="00641110"/>
    <w:rsid w:val="00641823"/>
    <w:rsid w:val="00641F0F"/>
    <w:rsid w:val="00642DFB"/>
    <w:rsid w:val="006522D0"/>
    <w:rsid w:val="006544BD"/>
    <w:rsid w:val="006561A0"/>
    <w:rsid w:val="0066425E"/>
    <w:rsid w:val="00664FAD"/>
    <w:rsid w:val="00670EDC"/>
    <w:rsid w:val="00670F88"/>
    <w:rsid w:val="00674A33"/>
    <w:rsid w:val="0067522E"/>
    <w:rsid w:val="006757BB"/>
    <w:rsid w:val="006767CC"/>
    <w:rsid w:val="00681511"/>
    <w:rsid w:val="0069458E"/>
    <w:rsid w:val="00696DA5"/>
    <w:rsid w:val="00696E32"/>
    <w:rsid w:val="006A0A8B"/>
    <w:rsid w:val="006A12AA"/>
    <w:rsid w:val="006A16D3"/>
    <w:rsid w:val="006A2950"/>
    <w:rsid w:val="006A6D1A"/>
    <w:rsid w:val="006B054D"/>
    <w:rsid w:val="006B1CE5"/>
    <w:rsid w:val="006B1FAF"/>
    <w:rsid w:val="006B30C9"/>
    <w:rsid w:val="006C79A8"/>
    <w:rsid w:val="006D0A2C"/>
    <w:rsid w:val="006D52A2"/>
    <w:rsid w:val="006D661C"/>
    <w:rsid w:val="006D700A"/>
    <w:rsid w:val="006D78B1"/>
    <w:rsid w:val="006E1C1E"/>
    <w:rsid w:val="006E41ED"/>
    <w:rsid w:val="006F45C1"/>
    <w:rsid w:val="006F5F1D"/>
    <w:rsid w:val="006F6C4D"/>
    <w:rsid w:val="00712FA9"/>
    <w:rsid w:val="00714078"/>
    <w:rsid w:val="007259A5"/>
    <w:rsid w:val="00726B30"/>
    <w:rsid w:val="00734571"/>
    <w:rsid w:val="0073510C"/>
    <w:rsid w:val="00737F46"/>
    <w:rsid w:val="00741BE9"/>
    <w:rsid w:val="007435E6"/>
    <w:rsid w:val="00743E3F"/>
    <w:rsid w:val="007445BC"/>
    <w:rsid w:val="00744D65"/>
    <w:rsid w:val="007474B2"/>
    <w:rsid w:val="00750EEF"/>
    <w:rsid w:val="00757E6B"/>
    <w:rsid w:val="00757F6F"/>
    <w:rsid w:val="007605B9"/>
    <w:rsid w:val="0076579F"/>
    <w:rsid w:val="0077375D"/>
    <w:rsid w:val="00781CE1"/>
    <w:rsid w:val="00783EF8"/>
    <w:rsid w:val="00787E84"/>
    <w:rsid w:val="00793155"/>
    <w:rsid w:val="007A1564"/>
    <w:rsid w:val="007A6020"/>
    <w:rsid w:val="007B0F22"/>
    <w:rsid w:val="007B22FC"/>
    <w:rsid w:val="007B43FD"/>
    <w:rsid w:val="007B45A9"/>
    <w:rsid w:val="007B4D7E"/>
    <w:rsid w:val="007C0196"/>
    <w:rsid w:val="007C0F87"/>
    <w:rsid w:val="007C1D4D"/>
    <w:rsid w:val="007C3217"/>
    <w:rsid w:val="007C5BDF"/>
    <w:rsid w:val="007C6494"/>
    <w:rsid w:val="007D0A90"/>
    <w:rsid w:val="007D63B4"/>
    <w:rsid w:val="007E534A"/>
    <w:rsid w:val="007F5613"/>
    <w:rsid w:val="007F68F6"/>
    <w:rsid w:val="007F735C"/>
    <w:rsid w:val="007F79F4"/>
    <w:rsid w:val="00801538"/>
    <w:rsid w:val="00816940"/>
    <w:rsid w:val="00817F7A"/>
    <w:rsid w:val="008210C4"/>
    <w:rsid w:val="00822631"/>
    <w:rsid w:val="008227DA"/>
    <w:rsid w:val="00827A0D"/>
    <w:rsid w:val="00827EB8"/>
    <w:rsid w:val="00830483"/>
    <w:rsid w:val="008310C2"/>
    <w:rsid w:val="0083451B"/>
    <w:rsid w:val="00835175"/>
    <w:rsid w:val="00842C12"/>
    <w:rsid w:val="00846785"/>
    <w:rsid w:val="00847163"/>
    <w:rsid w:val="0085210E"/>
    <w:rsid w:val="00852898"/>
    <w:rsid w:val="00852D4B"/>
    <w:rsid w:val="008558E1"/>
    <w:rsid w:val="00857029"/>
    <w:rsid w:val="00860A2D"/>
    <w:rsid w:val="008618E5"/>
    <w:rsid w:val="00861CF2"/>
    <w:rsid w:val="00863CC0"/>
    <w:rsid w:val="0086489D"/>
    <w:rsid w:val="00865107"/>
    <w:rsid w:val="00871292"/>
    <w:rsid w:val="00872E67"/>
    <w:rsid w:val="008803D4"/>
    <w:rsid w:val="00880AE8"/>
    <w:rsid w:val="00880D32"/>
    <w:rsid w:val="008838D7"/>
    <w:rsid w:val="00883CF0"/>
    <w:rsid w:val="00885900"/>
    <w:rsid w:val="00886260"/>
    <w:rsid w:val="00887953"/>
    <w:rsid w:val="00893A76"/>
    <w:rsid w:val="0089538C"/>
    <w:rsid w:val="00895E92"/>
    <w:rsid w:val="008A2E55"/>
    <w:rsid w:val="008C020F"/>
    <w:rsid w:val="008C1D3D"/>
    <w:rsid w:val="008C536C"/>
    <w:rsid w:val="008E20A0"/>
    <w:rsid w:val="008E4CCE"/>
    <w:rsid w:val="008E6278"/>
    <w:rsid w:val="008E7D67"/>
    <w:rsid w:val="00907431"/>
    <w:rsid w:val="00907B23"/>
    <w:rsid w:val="00917BC0"/>
    <w:rsid w:val="00924808"/>
    <w:rsid w:val="00924B71"/>
    <w:rsid w:val="009261E4"/>
    <w:rsid w:val="00926A48"/>
    <w:rsid w:val="0093311B"/>
    <w:rsid w:val="00940885"/>
    <w:rsid w:val="00940944"/>
    <w:rsid w:val="00942FFE"/>
    <w:rsid w:val="009438F7"/>
    <w:rsid w:val="00944501"/>
    <w:rsid w:val="00946FD1"/>
    <w:rsid w:val="00956D31"/>
    <w:rsid w:val="00972960"/>
    <w:rsid w:val="009729DC"/>
    <w:rsid w:val="00973359"/>
    <w:rsid w:val="009807A7"/>
    <w:rsid w:val="00985B35"/>
    <w:rsid w:val="00987009"/>
    <w:rsid w:val="00990118"/>
    <w:rsid w:val="00993E65"/>
    <w:rsid w:val="00994089"/>
    <w:rsid w:val="009953BE"/>
    <w:rsid w:val="00995750"/>
    <w:rsid w:val="00996EFE"/>
    <w:rsid w:val="00997526"/>
    <w:rsid w:val="009A35FD"/>
    <w:rsid w:val="009A55F9"/>
    <w:rsid w:val="009A5998"/>
    <w:rsid w:val="009A7C7F"/>
    <w:rsid w:val="009B07C3"/>
    <w:rsid w:val="009B09AA"/>
    <w:rsid w:val="009B422F"/>
    <w:rsid w:val="009B6D79"/>
    <w:rsid w:val="009C161E"/>
    <w:rsid w:val="009C2AE6"/>
    <w:rsid w:val="009C78BD"/>
    <w:rsid w:val="009D174E"/>
    <w:rsid w:val="009E0AE7"/>
    <w:rsid w:val="009E48F2"/>
    <w:rsid w:val="009E6992"/>
    <w:rsid w:val="009E7A70"/>
    <w:rsid w:val="009E7AB9"/>
    <w:rsid w:val="009F186E"/>
    <w:rsid w:val="009F25D0"/>
    <w:rsid w:val="009F321F"/>
    <w:rsid w:val="009F7A60"/>
    <w:rsid w:val="00A12050"/>
    <w:rsid w:val="00A144FE"/>
    <w:rsid w:val="00A146BC"/>
    <w:rsid w:val="00A20558"/>
    <w:rsid w:val="00A2058E"/>
    <w:rsid w:val="00A32BD2"/>
    <w:rsid w:val="00A33F82"/>
    <w:rsid w:val="00A36461"/>
    <w:rsid w:val="00A401DC"/>
    <w:rsid w:val="00A41E10"/>
    <w:rsid w:val="00A45D57"/>
    <w:rsid w:val="00A54750"/>
    <w:rsid w:val="00A547F3"/>
    <w:rsid w:val="00A56B6A"/>
    <w:rsid w:val="00A64257"/>
    <w:rsid w:val="00A678A2"/>
    <w:rsid w:val="00A75966"/>
    <w:rsid w:val="00A774DB"/>
    <w:rsid w:val="00A807A7"/>
    <w:rsid w:val="00A842DA"/>
    <w:rsid w:val="00A94E24"/>
    <w:rsid w:val="00A95314"/>
    <w:rsid w:val="00A95A7F"/>
    <w:rsid w:val="00A9753A"/>
    <w:rsid w:val="00AA27AB"/>
    <w:rsid w:val="00AB24A0"/>
    <w:rsid w:val="00AC4A1C"/>
    <w:rsid w:val="00AD57CE"/>
    <w:rsid w:val="00AE4370"/>
    <w:rsid w:val="00AE55E0"/>
    <w:rsid w:val="00AE70A2"/>
    <w:rsid w:val="00AF2409"/>
    <w:rsid w:val="00AF2A0A"/>
    <w:rsid w:val="00AF6FE5"/>
    <w:rsid w:val="00B06C97"/>
    <w:rsid w:val="00B12D32"/>
    <w:rsid w:val="00B15F26"/>
    <w:rsid w:val="00B17403"/>
    <w:rsid w:val="00B27C8B"/>
    <w:rsid w:val="00B30D9A"/>
    <w:rsid w:val="00B316F8"/>
    <w:rsid w:val="00B41818"/>
    <w:rsid w:val="00B52D0E"/>
    <w:rsid w:val="00B547B7"/>
    <w:rsid w:val="00B6053F"/>
    <w:rsid w:val="00B63894"/>
    <w:rsid w:val="00B63EB5"/>
    <w:rsid w:val="00B70155"/>
    <w:rsid w:val="00B75648"/>
    <w:rsid w:val="00B77D40"/>
    <w:rsid w:val="00B879E8"/>
    <w:rsid w:val="00B905C5"/>
    <w:rsid w:val="00B91770"/>
    <w:rsid w:val="00B93E93"/>
    <w:rsid w:val="00BA0FB9"/>
    <w:rsid w:val="00BA3C08"/>
    <w:rsid w:val="00BA4E16"/>
    <w:rsid w:val="00BA7131"/>
    <w:rsid w:val="00BB3144"/>
    <w:rsid w:val="00BB3F95"/>
    <w:rsid w:val="00BB6D83"/>
    <w:rsid w:val="00BB71EC"/>
    <w:rsid w:val="00BD1598"/>
    <w:rsid w:val="00BD2007"/>
    <w:rsid w:val="00BD2C41"/>
    <w:rsid w:val="00BD30DA"/>
    <w:rsid w:val="00BD6087"/>
    <w:rsid w:val="00BE4B68"/>
    <w:rsid w:val="00BE54EA"/>
    <w:rsid w:val="00BE6641"/>
    <w:rsid w:val="00BF07F1"/>
    <w:rsid w:val="00C14FAC"/>
    <w:rsid w:val="00C17A09"/>
    <w:rsid w:val="00C25098"/>
    <w:rsid w:val="00C26D45"/>
    <w:rsid w:val="00C33695"/>
    <w:rsid w:val="00C33C8B"/>
    <w:rsid w:val="00C40316"/>
    <w:rsid w:val="00C4293C"/>
    <w:rsid w:val="00C435D4"/>
    <w:rsid w:val="00C441B9"/>
    <w:rsid w:val="00C56550"/>
    <w:rsid w:val="00C65170"/>
    <w:rsid w:val="00C708FB"/>
    <w:rsid w:val="00C74788"/>
    <w:rsid w:val="00C76527"/>
    <w:rsid w:val="00C8569F"/>
    <w:rsid w:val="00C87A78"/>
    <w:rsid w:val="00C92B42"/>
    <w:rsid w:val="00CA1D90"/>
    <w:rsid w:val="00CA1EF1"/>
    <w:rsid w:val="00CA4B16"/>
    <w:rsid w:val="00CA52ED"/>
    <w:rsid w:val="00CA6C12"/>
    <w:rsid w:val="00CB19D8"/>
    <w:rsid w:val="00CD1CE4"/>
    <w:rsid w:val="00CD640A"/>
    <w:rsid w:val="00CE116F"/>
    <w:rsid w:val="00CE318F"/>
    <w:rsid w:val="00CE3C69"/>
    <w:rsid w:val="00CE6ADE"/>
    <w:rsid w:val="00CF088A"/>
    <w:rsid w:val="00CF5402"/>
    <w:rsid w:val="00CF78E5"/>
    <w:rsid w:val="00D014E8"/>
    <w:rsid w:val="00D044E0"/>
    <w:rsid w:val="00D10FE7"/>
    <w:rsid w:val="00D115C7"/>
    <w:rsid w:val="00D21C69"/>
    <w:rsid w:val="00D24C50"/>
    <w:rsid w:val="00D26C19"/>
    <w:rsid w:val="00D2755C"/>
    <w:rsid w:val="00D302FC"/>
    <w:rsid w:val="00D306FC"/>
    <w:rsid w:val="00D32443"/>
    <w:rsid w:val="00D34278"/>
    <w:rsid w:val="00D3792D"/>
    <w:rsid w:val="00D42D54"/>
    <w:rsid w:val="00D44013"/>
    <w:rsid w:val="00D4416E"/>
    <w:rsid w:val="00D45A25"/>
    <w:rsid w:val="00D47123"/>
    <w:rsid w:val="00D476BA"/>
    <w:rsid w:val="00D54413"/>
    <w:rsid w:val="00D57109"/>
    <w:rsid w:val="00D617F0"/>
    <w:rsid w:val="00D65767"/>
    <w:rsid w:val="00D66BD3"/>
    <w:rsid w:val="00D72377"/>
    <w:rsid w:val="00D7286E"/>
    <w:rsid w:val="00D75DE5"/>
    <w:rsid w:val="00D809C6"/>
    <w:rsid w:val="00D81BAE"/>
    <w:rsid w:val="00D82E2D"/>
    <w:rsid w:val="00D83BC2"/>
    <w:rsid w:val="00DA2586"/>
    <w:rsid w:val="00DA4570"/>
    <w:rsid w:val="00DA79D1"/>
    <w:rsid w:val="00DB017C"/>
    <w:rsid w:val="00DB2E04"/>
    <w:rsid w:val="00DB4D1E"/>
    <w:rsid w:val="00DC026C"/>
    <w:rsid w:val="00DC4B18"/>
    <w:rsid w:val="00DC6BAB"/>
    <w:rsid w:val="00DD6979"/>
    <w:rsid w:val="00DE20A8"/>
    <w:rsid w:val="00DE57F0"/>
    <w:rsid w:val="00DE5B5D"/>
    <w:rsid w:val="00DF273B"/>
    <w:rsid w:val="00DF5E64"/>
    <w:rsid w:val="00DF6AEB"/>
    <w:rsid w:val="00E044C1"/>
    <w:rsid w:val="00E06A99"/>
    <w:rsid w:val="00E1053B"/>
    <w:rsid w:val="00E13DEC"/>
    <w:rsid w:val="00E142DC"/>
    <w:rsid w:val="00E17B93"/>
    <w:rsid w:val="00E17C86"/>
    <w:rsid w:val="00E223A7"/>
    <w:rsid w:val="00E2347D"/>
    <w:rsid w:val="00E250AD"/>
    <w:rsid w:val="00E27875"/>
    <w:rsid w:val="00E30B97"/>
    <w:rsid w:val="00E320D5"/>
    <w:rsid w:val="00E322F1"/>
    <w:rsid w:val="00E40A62"/>
    <w:rsid w:val="00E45F41"/>
    <w:rsid w:val="00E4682D"/>
    <w:rsid w:val="00E54025"/>
    <w:rsid w:val="00E56497"/>
    <w:rsid w:val="00E56BD1"/>
    <w:rsid w:val="00E57EF2"/>
    <w:rsid w:val="00E661A3"/>
    <w:rsid w:val="00E710C3"/>
    <w:rsid w:val="00E744B4"/>
    <w:rsid w:val="00E74C22"/>
    <w:rsid w:val="00E76904"/>
    <w:rsid w:val="00E7793B"/>
    <w:rsid w:val="00E77CBE"/>
    <w:rsid w:val="00E81D55"/>
    <w:rsid w:val="00E83C29"/>
    <w:rsid w:val="00E85A5C"/>
    <w:rsid w:val="00E86B3E"/>
    <w:rsid w:val="00E86EC1"/>
    <w:rsid w:val="00E933CD"/>
    <w:rsid w:val="00E93454"/>
    <w:rsid w:val="00E94CDE"/>
    <w:rsid w:val="00E95786"/>
    <w:rsid w:val="00E9722A"/>
    <w:rsid w:val="00EA3C75"/>
    <w:rsid w:val="00EA4B3F"/>
    <w:rsid w:val="00EA5A40"/>
    <w:rsid w:val="00EA7F54"/>
    <w:rsid w:val="00EC18FE"/>
    <w:rsid w:val="00EC29D2"/>
    <w:rsid w:val="00EC774E"/>
    <w:rsid w:val="00ED0953"/>
    <w:rsid w:val="00ED25E5"/>
    <w:rsid w:val="00ED6DDE"/>
    <w:rsid w:val="00EE4483"/>
    <w:rsid w:val="00EE7E40"/>
    <w:rsid w:val="00EF2726"/>
    <w:rsid w:val="00F047D2"/>
    <w:rsid w:val="00F073A4"/>
    <w:rsid w:val="00F10046"/>
    <w:rsid w:val="00F107F9"/>
    <w:rsid w:val="00F12482"/>
    <w:rsid w:val="00F1521A"/>
    <w:rsid w:val="00F15EED"/>
    <w:rsid w:val="00F17493"/>
    <w:rsid w:val="00F17F2E"/>
    <w:rsid w:val="00F25A8A"/>
    <w:rsid w:val="00F26C6A"/>
    <w:rsid w:val="00F27B53"/>
    <w:rsid w:val="00F32973"/>
    <w:rsid w:val="00F35A91"/>
    <w:rsid w:val="00F37575"/>
    <w:rsid w:val="00F37715"/>
    <w:rsid w:val="00F400D3"/>
    <w:rsid w:val="00F42BC7"/>
    <w:rsid w:val="00F446D3"/>
    <w:rsid w:val="00F45CDB"/>
    <w:rsid w:val="00F470C6"/>
    <w:rsid w:val="00F524E1"/>
    <w:rsid w:val="00F544C7"/>
    <w:rsid w:val="00F56562"/>
    <w:rsid w:val="00F60B25"/>
    <w:rsid w:val="00F64A23"/>
    <w:rsid w:val="00F66156"/>
    <w:rsid w:val="00F668B1"/>
    <w:rsid w:val="00F67520"/>
    <w:rsid w:val="00F70CA6"/>
    <w:rsid w:val="00F72B6D"/>
    <w:rsid w:val="00F81A1E"/>
    <w:rsid w:val="00F81DD2"/>
    <w:rsid w:val="00F81EE6"/>
    <w:rsid w:val="00F851CA"/>
    <w:rsid w:val="00F85503"/>
    <w:rsid w:val="00F90ACD"/>
    <w:rsid w:val="00F9221D"/>
    <w:rsid w:val="00F92EFC"/>
    <w:rsid w:val="00F93312"/>
    <w:rsid w:val="00F94676"/>
    <w:rsid w:val="00FA28C5"/>
    <w:rsid w:val="00FA5BDF"/>
    <w:rsid w:val="00FA7311"/>
    <w:rsid w:val="00FA74BC"/>
    <w:rsid w:val="00FB36AC"/>
    <w:rsid w:val="00FB6846"/>
    <w:rsid w:val="00FC54A3"/>
    <w:rsid w:val="00FC6AC4"/>
    <w:rsid w:val="00FD0A1E"/>
    <w:rsid w:val="00FD1012"/>
    <w:rsid w:val="00FD1AF6"/>
    <w:rsid w:val="00FD39B1"/>
    <w:rsid w:val="00FD6146"/>
    <w:rsid w:val="00FD64C2"/>
    <w:rsid w:val="00FE0BF5"/>
    <w:rsid w:val="00FE6E2D"/>
    <w:rsid w:val="00FF3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46D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3" w:uiPriority="99"/>
    <w:lsdException w:name="Body Text Inden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22"/>
    <w:rPr>
      <w:lang w:val="en-US"/>
    </w:rPr>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link w:val="BalloonText"/>
    <w:rsid w:val="006A2950"/>
    <w:rPr>
      <w:rFonts w:ascii="Tahoma" w:hAnsi="Tahoma" w:cs="Tahoma"/>
      <w:sz w:val="16"/>
      <w:szCs w:val="16"/>
    </w:rPr>
  </w:style>
  <w:style w:type="character" w:styleId="CommentReference">
    <w:name w:val="annotation reference"/>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link w:val="CommentSubject"/>
    <w:rsid w:val="00F17F2E"/>
    <w:rPr>
      <w:b/>
      <w:bCs/>
    </w:rPr>
  </w:style>
  <w:style w:type="paragraph" w:styleId="NormalWeb">
    <w:name w:val="Normal (Web)"/>
    <w:basedOn w:val="Normal"/>
    <w:uiPriority w:val="99"/>
    <w:unhideWhenUsed/>
    <w:rsid w:val="00C76527"/>
    <w:pPr>
      <w:spacing w:before="100" w:beforeAutospacing="1" w:after="100" w:afterAutospacing="1"/>
    </w:pPr>
    <w:rPr>
      <w:rFonts w:ascii="Times" w:hAnsi="Times"/>
    </w:rPr>
  </w:style>
  <w:style w:type="paragraph" w:styleId="Bibliography">
    <w:name w:val="Bibliography"/>
    <w:basedOn w:val="Normal"/>
    <w:next w:val="Normal"/>
    <w:uiPriority w:val="37"/>
    <w:unhideWhenUsed/>
    <w:rsid w:val="00FA5BDF"/>
    <w:pPr>
      <w:tabs>
        <w:tab w:val="left" w:pos="500"/>
      </w:tabs>
      <w:ind w:left="504" w:hanging="504"/>
    </w:pPr>
  </w:style>
  <w:style w:type="character" w:styleId="Hyperlink">
    <w:name w:val="Hyperlink"/>
    <w:basedOn w:val="DefaultParagraphFont"/>
    <w:unhideWhenUsed/>
    <w:rsid w:val="00E56BD1"/>
    <w:rPr>
      <w:color w:val="0000FF" w:themeColor="hyperlink"/>
      <w:u w:val="single"/>
    </w:rPr>
  </w:style>
  <w:style w:type="table" w:styleId="TableGrid">
    <w:name w:val="Table Grid"/>
    <w:basedOn w:val="TableNormal"/>
    <w:rsid w:val="00F56562"/>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3" w:uiPriority="99"/>
    <w:lsdException w:name="Body Text Inden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22"/>
    <w:rPr>
      <w:lang w:val="en-US"/>
    </w:rPr>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link w:val="BalloonText"/>
    <w:rsid w:val="006A2950"/>
    <w:rPr>
      <w:rFonts w:ascii="Tahoma" w:hAnsi="Tahoma" w:cs="Tahoma"/>
      <w:sz w:val="16"/>
      <w:szCs w:val="16"/>
    </w:rPr>
  </w:style>
  <w:style w:type="character" w:styleId="CommentReference">
    <w:name w:val="annotation reference"/>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link w:val="CommentSubject"/>
    <w:rsid w:val="00F17F2E"/>
    <w:rPr>
      <w:b/>
      <w:bCs/>
    </w:rPr>
  </w:style>
  <w:style w:type="paragraph" w:styleId="NormalWeb">
    <w:name w:val="Normal (Web)"/>
    <w:basedOn w:val="Normal"/>
    <w:uiPriority w:val="99"/>
    <w:unhideWhenUsed/>
    <w:rsid w:val="00C76527"/>
    <w:pPr>
      <w:spacing w:before="100" w:beforeAutospacing="1" w:after="100" w:afterAutospacing="1"/>
    </w:pPr>
    <w:rPr>
      <w:rFonts w:ascii="Times" w:hAnsi="Times"/>
    </w:rPr>
  </w:style>
  <w:style w:type="paragraph" w:styleId="Bibliography">
    <w:name w:val="Bibliography"/>
    <w:basedOn w:val="Normal"/>
    <w:next w:val="Normal"/>
    <w:uiPriority w:val="37"/>
    <w:unhideWhenUsed/>
    <w:rsid w:val="00FA5BDF"/>
    <w:pPr>
      <w:tabs>
        <w:tab w:val="left" w:pos="500"/>
      </w:tabs>
      <w:ind w:left="504" w:hanging="504"/>
    </w:pPr>
  </w:style>
  <w:style w:type="character" w:styleId="Hyperlink">
    <w:name w:val="Hyperlink"/>
    <w:basedOn w:val="DefaultParagraphFont"/>
    <w:unhideWhenUsed/>
    <w:rsid w:val="00E56BD1"/>
    <w:rPr>
      <w:color w:val="0000FF" w:themeColor="hyperlink"/>
      <w:u w:val="single"/>
    </w:rPr>
  </w:style>
  <w:style w:type="table" w:styleId="TableGrid">
    <w:name w:val="Table Grid"/>
    <w:basedOn w:val="TableNormal"/>
    <w:rsid w:val="00F56562"/>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4150">
      <w:bodyDiv w:val="1"/>
      <w:marLeft w:val="0"/>
      <w:marRight w:val="0"/>
      <w:marTop w:val="0"/>
      <w:marBottom w:val="0"/>
      <w:divBdr>
        <w:top w:val="none" w:sz="0" w:space="0" w:color="auto"/>
        <w:left w:val="none" w:sz="0" w:space="0" w:color="auto"/>
        <w:bottom w:val="none" w:sz="0" w:space="0" w:color="auto"/>
        <w:right w:val="none" w:sz="0" w:space="0" w:color="auto"/>
      </w:divBdr>
    </w:div>
    <w:div w:id="135219148">
      <w:bodyDiv w:val="1"/>
      <w:marLeft w:val="0"/>
      <w:marRight w:val="0"/>
      <w:marTop w:val="0"/>
      <w:marBottom w:val="0"/>
      <w:divBdr>
        <w:top w:val="none" w:sz="0" w:space="0" w:color="auto"/>
        <w:left w:val="none" w:sz="0" w:space="0" w:color="auto"/>
        <w:bottom w:val="none" w:sz="0" w:space="0" w:color="auto"/>
        <w:right w:val="none" w:sz="0" w:space="0" w:color="auto"/>
      </w:divBdr>
    </w:div>
    <w:div w:id="168063890">
      <w:bodyDiv w:val="1"/>
      <w:marLeft w:val="0"/>
      <w:marRight w:val="0"/>
      <w:marTop w:val="0"/>
      <w:marBottom w:val="0"/>
      <w:divBdr>
        <w:top w:val="none" w:sz="0" w:space="0" w:color="auto"/>
        <w:left w:val="none" w:sz="0" w:space="0" w:color="auto"/>
        <w:bottom w:val="none" w:sz="0" w:space="0" w:color="auto"/>
        <w:right w:val="none" w:sz="0" w:space="0" w:color="auto"/>
      </w:divBdr>
    </w:div>
    <w:div w:id="234825524">
      <w:bodyDiv w:val="1"/>
      <w:marLeft w:val="0"/>
      <w:marRight w:val="0"/>
      <w:marTop w:val="0"/>
      <w:marBottom w:val="0"/>
      <w:divBdr>
        <w:top w:val="none" w:sz="0" w:space="0" w:color="auto"/>
        <w:left w:val="none" w:sz="0" w:space="0" w:color="auto"/>
        <w:bottom w:val="none" w:sz="0" w:space="0" w:color="auto"/>
        <w:right w:val="none" w:sz="0" w:space="0" w:color="auto"/>
      </w:divBdr>
    </w:div>
    <w:div w:id="341516811">
      <w:bodyDiv w:val="1"/>
      <w:marLeft w:val="0"/>
      <w:marRight w:val="0"/>
      <w:marTop w:val="0"/>
      <w:marBottom w:val="0"/>
      <w:divBdr>
        <w:top w:val="none" w:sz="0" w:space="0" w:color="auto"/>
        <w:left w:val="none" w:sz="0" w:space="0" w:color="auto"/>
        <w:bottom w:val="none" w:sz="0" w:space="0" w:color="auto"/>
        <w:right w:val="none" w:sz="0" w:space="0" w:color="auto"/>
      </w:divBdr>
    </w:div>
    <w:div w:id="481165714">
      <w:bodyDiv w:val="1"/>
      <w:marLeft w:val="0"/>
      <w:marRight w:val="0"/>
      <w:marTop w:val="0"/>
      <w:marBottom w:val="0"/>
      <w:divBdr>
        <w:top w:val="none" w:sz="0" w:space="0" w:color="auto"/>
        <w:left w:val="none" w:sz="0" w:space="0" w:color="auto"/>
        <w:bottom w:val="none" w:sz="0" w:space="0" w:color="auto"/>
        <w:right w:val="none" w:sz="0" w:space="0" w:color="auto"/>
      </w:divBdr>
    </w:div>
    <w:div w:id="516575532">
      <w:bodyDiv w:val="1"/>
      <w:marLeft w:val="0"/>
      <w:marRight w:val="0"/>
      <w:marTop w:val="0"/>
      <w:marBottom w:val="0"/>
      <w:divBdr>
        <w:top w:val="none" w:sz="0" w:space="0" w:color="auto"/>
        <w:left w:val="none" w:sz="0" w:space="0" w:color="auto"/>
        <w:bottom w:val="none" w:sz="0" w:space="0" w:color="auto"/>
        <w:right w:val="none" w:sz="0" w:space="0" w:color="auto"/>
      </w:divBdr>
    </w:div>
    <w:div w:id="627735644">
      <w:bodyDiv w:val="1"/>
      <w:marLeft w:val="0"/>
      <w:marRight w:val="0"/>
      <w:marTop w:val="0"/>
      <w:marBottom w:val="0"/>
      <w:divBdr>
        <w:top w:val="none" w:sz="0" w:space="0" w:color="auto"/>
        <w:left w:val="none" w:sz="0" w:space="0" w:color="auto"/>
        <w:bottom w:val="none" w:sz="0" w:space="0" w:color="auto"/>
        <w:right w:val="none" w:sz="0" w:space="0" w:color="auto"/>
      </w:divBdr>
    </w:div>
    <w:div w:id="929894547">
      <w:bodyDiv w:val="1"/>
      <w:marLeft w:val="0"/>
      <w:marRight w:val="0"/>
      <w:marTop w:val="0"/>
      <w:marBottom w:val="0"/>
      <w:divBdr>
        <w:top w:val="none" w:sz="0" w:space="0" w:color="auto"/>
        <w:left w:val="none" w:sz="0" w:space="0" w:color="auto"/>
        <w:bottom w:val="none" w:sz="0" w:space="0" w:color="auto"/>
        <w:right w:val="none" w:sz="0" w:space="0" w:color="auto"/>
      </w:divBdr>
    </w:div>
    <w:div w:id="968246172">
      <w:bodyDiv w:val="1"/>
      <w:marLeft w:val="0"/>
      <w:marRight w:val="0"/>
      <w:marTop w:val="0"/>
      <w:marBottom w:val="0"/>
      <w:divBdr>
        <w:top w:val="none" w:sz="0" w:space="0" w:color="auto"/>
        <w:left w:val="none" w:sz="0" w:space="0" w:color="auto"/>
        <w:bottom w:val="none" w:sz="0" w:space="0" w:color="auto"/>
        <w:right w:val="none" w:sz="0" w:space="0" w:color="auto"/>
      </w:divBdr>
    </w:div>
    <w:div w:id="1057709290">
      <w:bodyDiv w:val="1"/>
      <w:marLeft w:val="0"/>
      <w:marRight w:val="0"/>
      <w:marTop w:val="0"/>
      <w:marBottom w:val="0"/>
      <w:divBdr>
        <w:top w:val="none" w:sz="0" w:space="0" w:color="auto"/>
        <w:left w:val="none" w:sz="0" w:space="0" w:color="auto"/>
        <w:bottom w:val="none" w:sz="0" w:space="0" w:color="auto"/>
        <w:right w:val="none" w:sz="0" w:space="0" w:color="auto"/>
      </w:divBdr>
    </w:div>
    <w:div w:id="1068652899">
      <w:bodyDiv w:val="1"/>
      <w:marLeft w:val="0"/>
      <w:marRight w:val="0"/>
      <w:marTop w:val="0"/>
      <w:marBottom w:val="0"/>
      <w:divBdr>
        <w:top w:val="none" w:sz="0" w:space="0" w:color="auto"/>
        <w:left w:val="none" w:sz="0" w:space="0" w:color="auto"/>
        <w:bottom w:val="none" w:sz="0" w:space="0" w:color="auto"/>
        <w:right w:val="none" w:sz="0" w:space="0" w:color="auto"/>
      </w:divBdr>
    </w:div>
    <w:div w:id="1132408809">
      <w:bodyDiv w:val="1"/>
      <w:marLeft w:val="0"/>
      <w:marRight w:val="0"/>
      <w:marTop w:val="0"/>
      <w:marBottom w:val="0"/>
      <w:divBdr>
        <w:top w:val="none" w:sz="0" w:space="0" w:color="auto"/>
        <w:left w:val="none" w:sz="0" w:space="0" w:color="auto"/>
        <w:bottom w:val="none" w:sz="0" w:space="0" w:color="auto"/>
        <w:right w:val="none" w:sz="0" w:space="0" w:color="auto"/>
      </w:divBdr>
    </w:div>
    <w:div w:id="1297838802">
      <w:bodyDiv w:val="1"/>
      <w:marLeft w:val="0"/>
      <w:marRight w:val="0"/>
      <w:marTop w:val="0"/>
      <w:marBottom w:val="0"/>
      <w:divBdr>
        <w:top w:val="none" w:sz="0" w:space="0" w:color="auto"/>
        <w:left w:val="none" w:sz="0" w:space="0" w:color="auto"/>
        <w:bottom w:val="none" w:sz="0" w:space="0" w:color="auto"/>
        <w:right w:val="none" w:sz="0" w:space="0" w:color="auto"/>
      </w:divBdr>
    </w:div>
    <w:div w:id="1408763756">
      <w:bodyDiv w:val="1"/>
      <w:marLeft w:val="0"/>
      <w:marRight w:val="0"/>
      <w:marTop w:val="0"/>
      <w:marBottom w:val="0"/>
      <w:divBdr>
        <w:top w:val="none" w:sz="0" w:space="0" w:color="auto"/>
        <w:left w:val="none" w:sz="0" w:space="0" w:color="auto"/>
        <w:bottom w:val="none" w:sz="0" w:space="0" w:color="auto"/>
        <w:right w:val="none" w:sz="0" w:space="0" w:color="auto"/>
      </w:divBdr>
    </w:div>
    <w:div w:id="1433165675">
      <w:bodyDiv w:val="1"/>
      <w:marLeft w:val="0"/>
      <w:marRight w:val="0"/>
      <w:marTop w:val="0"/>
      <w:marBottom w:val="0"/>
      <w:divBdr>
        <w:top w:val="none" w:sz="0" w:space="0" w:color="auto"/>
        <w:left w:val="none" w:sz="0" w:space="0" w:color="auto"/>
        <w:bottom w:val="none" w:sz="0" w:space="0" w:color="auto"/>
        <w:right w:val="none" w:sz="0" w:space="0" w:color="auto"/>
      </w:divBdr>
    </w:div>
    <w:div w:id="1464225387">
      <w:bodyDiv w:val="1"/>
      <w:marLeft w:val="0"/>
      <w:marRight w:val="0"/>
      <w:marTop w:val="0"/>
      <w:marBottom w:val="0"/>
      <w:divBdr>
        <w:top w:val="none" w:sz="0" w:space="0" w:color="auto"/>
        <w:left w:val="none" w:sz="0" w:space="0" w:color="auto"/>
        <w:bottom w:val="none" w:sz="0" w:space="0" w:color="auto"/>
        <w:right w:val="none" w:sz="0" w:space="0" w:color="auto"/>
      </w:divBdr>
    </w:div>
    <w:div w:id="1522819080">
      <w:bodyDiv w:val="1"/>
      <w:marLeft w:val="0"/>
      <w:marRight w:val="0"/>
      <w:marTop w:val="0"/>
      <w:marBottom w:val="0"/>
      <w:divBdr>
        <w:top w:val="none" w:sz="0" w:space="0" w:color="auto"/>
        <w:left w:val="none" w:sz="0" w:space="0" w:color="auto"/>
        <w:bottom w:val="none" w:sz="0" w:space="0" w:color="auto"/>
        <w:right w:val="none" w:sz="0" w:space="0" w:color="auto"/>
      </w:divBdr>
    </w:div>
    <w:div w:id="1746107075">
      <w:bodyDiv w:val="1"/>
      <w:marLeft w:val="0"/>
      <w:marRight w:val="0"/>
      <w:marTop w:val="0"/>
      <w:marBottom w:val="0"/>
      <w:divBdr>
        <w:top w:val="none" w:sz="0" w:space="0" w:color="auto"/>
        <w:left w:val="none" w:sz="0" w:space="0" w:color="auto"/>
        <w:bottom w:val="none" w:sz="0" w:space="0" w:color="auto"/>
        <w:right w:val="none" w:sz="0" w:space="0" w:color="auto"/>
      </w:divBdr>
      <w:divsChild>
        <w:div w:id="131365506">
          <w:marLeft w:val="0"/>
          <w:marRight w:val="0"/>
          <w:marTop w:val="0"/>
          <w:marBottom w:val="0"/>
          <w:divBdr>
            <w:top w:val="none" w:sz="0" w:space="0" w:color="auto"/>
            <w:left w:val="none" w:sz="0" w:space="0" w:color="auto"/>
            <w:bottom w:val="none" w:sz="0" w:space="0" w:color="auto"/>
            <w:right w:val="none" w:sz="0" w:space="0" w:color="auto"/>
          </w:divBdr>
          <w:divsChild>
            <w:div w:id="1955870170">
              <w:marLeft w:val="0"/>
              <w:marRight w:val="0"/>
              <w:marTop w:val="0"/>
              <w:marBottom w:val="0"/>
              <w:divBdr>
                <w:top w:val="none" w:sz="0" w:space="0" w:color="auto"/>
                <w:left w:val="none" w:sz="0" w:space="0" w:color="auto"/>
                <w:bottom w:val="none" w:sz="0" w:space="0" w:color="auto"/>
                <w:right w:val="none" w:sz="0" w:space="0" w:color="auto"/>
              </w:divBdr>
              <w:divsChild>
                <w:div w:id="46677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193992">
      <w:bodyDiv w:val="1"/>
      <w:marLeft w:val="0"/>
      <w:marRight w:val="0"/>
      <w:marTop w:val="0"/>
      <w:marBottom w:val="0"/>
      <w:divBdr>
        <w:top w:val="none" w:sz="0" w:space="0" w:color="auto"/>
        <w:left w:val="none" w:sz="0" w:space="0" w:color="auto"/>
        <w:bottom w:val="none" w:sz="0" w:space="0" w:color="auto"/>
        <w:right w:val="none" w:sz="0" w:space="0" w:color="auto"/>
      </w:divBdr>
    </w:div>
    <w:div w:id="1896499639">
      <w:bodyDiv w:val="1"/>
      <w:marLeft w:val="0"/>
      <w:marRight w:val="0"/>
      <w:marTop w:val="0"/>
      <w:marBottom w:val="0"/>
      <w:divBdr>
        <w:top w:val="none" w:sz="0" w:space="0" w:color="auto"/>
        <w:left w:val="none" w:sz="0" w:space="0" w:color="auto"/>
        <w:bottom w:val="none" w:sz="0" w:space="0" w:color="auto"/>
        <w:right w:val="none" w:sz="0" w:space="0" w:color="auto"/>
      </w:divBdr>
    </w:div>
    <w:div w:id="1929531981">
      <w:bodyDiv w:val="1"/>
      <w:marLeft w:val="0"/>
      <w:marRight w:val="0"/>
      <w:marTop w:val="0"/>
      <w:marBottom w:val="0"/>
      <w:divBdr>
        <w:top w:val="none" w:sz="0" w:space="0" w:color="auto"/>
        <w:left w:val="none" w:sz="0" w:space="0" w:color="auto"/>
        <w:bottom w:val="none" w:sz="0" w:space="0" w:color="auto"/>
        <w:right w:val="none" w:sz="0" w:space="0" w:color="auto"/>
      </w:divBdr>
    </w:div>
    <w:div w:id="1967152350">
      <w:bodyDiv w:val="1"/>
      <w:marLeft w:val="0"/>
      <w:marRight w:val="0"/>
      <w:marTop w:val="0"/>
      <w:marBottom w:val="0"/>
      <w:divBdr>
        <w:top w:val="none" w:sz="0" w:space="0" w:color="auto"/>
        <w:left w:val="none" w:sz="0" w:space="0" w:color="auto"/>
        <w:bottom w:val="none" w:sz="0" w:space="0" w:color="auto"/>
        <w:right w:val="none" w:sz="0" w:space="0" w:color="auto"/>
      </w:divBdr>
    </w:div>
    <w:div w:id="1983921396">
      <w:bodyDiv w:val="1"/>
      <w:marLeft w:val="0"/>
      <w:marRight w:val="0"/>
      <w:marTop w:val="0"/>
      <w:marBottom w:val="0"/>
      <w:divBdr>
        <w:top w:val="none" w:sz="0" w:space="0" w:color="auto"/>
        <w:left w:val="none" w:sz="0" w:space="0" w:color="auto"/>
        <w:bottom w:val="none" w:sz="0" w:space="0" w:color="auto"/>
        <w:right w:val="none" w:sz="0" w:space="0" w:color="auto"/>
      </w:divBdr>
    </w:div>
    <w:div w:id="1989700805">
      <w:bodyDiv w:val="1"/>
      <w:marLeft w:val="0"/>
      <w:marRight w:val="0"/>
      <w:marTop w:val="0"/>
      <w:marBottom w:val="0"/>
      <w:divBdr>
        <w:top w:val="none" w:sz="0" w:space="0" w:color="auto"/>
        <w:left w:val="none" w:sz="0" w:space="0" w:color="auto"/>
        <w:bottom w:val="none" w:sz="0" w:space="0" w:color="auto"/>
        <w:right w:val="none" w:sz="0" w:space="0" w:color="auto"/>
      </w:divBdr>
    </w:div>
    <w:div w:id="2049336966">
      <w:bodyDiv w:val="1"/>
      <w:marLeft w:val="0"/>
      <w:marRight w:val="0"/>
      <w:marTop w:val="0"/>
      <w:marBottom w:val="0"/>
      <w:divBdr>
        <w:top w:val="none" w:sz="0" w:space="0" w:color="auto"/>
        <w:left w:val="none" w:sz="0" w:space="0" w:color="auto"/>
        <w:bottom w:val="none" w:sz="0" w:space="0" w:color="auto"/>
        <w:right w:val="none" w:sz="0" w:space="0" w:color="auto"/>
      </w:divBdr>
    </w:div>
    <w:div w:id="2082824308">
      <w:bodyDiv w:val="1"/>
      <w:marLeft w:val="0"/>
      <w:marRight w:val="0"/>
      <w:marTop w:val="0"/>
      <w:marBottom w:val="0"/>
      <w:divBdr>
        <w:top w:val="none" w:sz="0" w:space="0" w:color="auto"/>
        <w:left w:val="none" w:sz="0" w:space="0" w:color="auto"/>
        <w:bottom w:val="none" w:sz="0" w:space="0" w:color="auto"/>
        <w:right w:val="none" w:sz="0" w:space="0" w:color="auto"/>
      </w:divBdr>
    </w:div>
    <w:div w:id="2091661278">
      <w:bodyDiv w:val="1"/>
      <w:marLeft w:val="0"/>
      <w:marRight w:val="0"/>
      <w:marTop w:val="0"/>
      <w:marBottom w:val="0"/>
      <w:divBdr>
        <w:top w:val="none" w:sz="0" w:space="0" w:color="auto"/>
        <w:left w:val="none" w:sz="0" w:space="0" w:color="auto"/>
        <w:bottom w:val="none" w:sz="0" w:space="0" w:color="auto"/>
        <w:right w:val="none" w:sz="0" w:space="0" w:color="auto"/>
      </w:divBdr>
      <w:divsChild>
        <w:div w:id="92437569">
          <w:marLeft w:val="0"/>
          <w:marRight w:val="0"/>
          <w:marTop w:val="0"/>
          <w:marBottom w:val="0"/>
          <w:divBdr>
            <w:top w:val="none" w:sz="0" w:space="0" w:color="auto"/>
            <w:left w:val="none" w:sz="0" w:space="0" w:color="auto"/>
            <w:bottom w:val="none" w:sz="0" w:space="0" w:color="auto"/>
            <w:right w:val="none" w:sz="0" w:space="0" w:color="auto"/>
          </w:divBdr>
          <w:divsChild>
            <w:div w:id="234244134">
              <w:marLeft w:val="0"/>
              <w:marRight w:val="0"/>
              <w:marTop w:val="0"/>
              <w:marBottom w:val="0"/>
              <w:divBdr>
                <w:top w:val="none" w:sz="0" w:space="0" w:color="auto"/>
                <w:left w:val="none" w:sz="0" w:space="0" w:color="auto"/>
                <w:bottom w:val="none" w:sz="0" w:space="0" w:color="auto"/>
                <w:right w:val="none" w:sz="0" w:space="0" w:color="auto"/>
              </w:divBdr>
              <w:divsChild>
                <w:div w:id="114173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67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mailto:mel2193@cumc.columbia.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F00CA-3981-FA4C-9061-66C98A0FE279}">
  <ds:schemaRefs>
    <ds:schemaRef ds:uri="http://schemas.openxmlformats.org/officeDocument/2006/bibliography"/>
  </ds:schemaRefs>
</ds:datastoreItem>
</file>

<file path=customXml/itemProps2.xml><?xml version="1.0" encoding="utf-8"?>
<ds:datastoreItem xmlns:ds="http://schemas.openxmlformats.org/officeDocument/2006/customXml" ds:itemID="{DBC1D9B6-5114-3345-9773-E803C90E1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Settings\jeff\Local Settings\Temporary Internet Files\OLKDA\AMIA Submission template.dot</Template>
  <TotalTime>3</TotalTime>
  <Pages>3</Pages>
  <Words>2879</Words>
  <Characters>16412</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19253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Matthew Levine</cp:lastModifiedBy>
  <cp:revision>3</cp:revision>
  <cp:lastPrinted>2016-06-24T14:19:00Z</cp:lastPrinted>
  <dcterms:created xsi:type="dcterms:W3CDTF">2017-08-29T20:36:00Z</dcterms:created>
  <dcterms:modified xsi:type="dcterms:W3CDTF">2017-08-29T20:41:00Z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ZOTERO_PREF_1">
    <vt:lpwstr>&lt;data data-version="3" zotero-version="5.0.17"&gt;&lt;session id="ZSKVXi7J"/&gt;&lt;style id="http://www.zotero.org/styles/journal-of-biomedical-informatics" hasBibliography="1" bibliographyStyleHasBeenSet="1"/&gt;&lt;prefs&gt;&lt;pref name="fieldType" value="Field"/&gt;&lt;pref name=</vt:lpwstr>
  </property>
  <property fmtid="{D5CDD505-2E9C-101B-9397-08002B2CF9AE}" pid="4" name="ZOTERO_PREF_2">
    <vt:lpwstr>"storeReferences" value="true"/&gt;&lt;pref name="automaticJournalAbbreviations" value=""/&gt;&lt;pref name="noteType" value="0"/&gt;&lt;/prefs&gt;&lt;/data&gt;</vt:lpwstr>
  </property>
</Properties>
</file>